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829"/>
        </w:trPr>
        <w:tc>
          <w:tcPr>
            <w:tcW w:w="10425" w:type="dxa"/>
            <w:shd w:val="clear" w:color="auto" w:fill="E4E4E4"/>
          </w:tcPr>
          <w:p w:rsidR="00E833EB" w:rsidRDefault="00F729B4">
            <w:pPr>
              <w:pStyle w:val="TableParagraph"/>
              <w:spacing w:line="272" w:lineRule="exact"/>
              <w:ind w:left="1678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</w:p>
          <w:p w:rsidR="00E833EB" w:rsidRDefault="00F729B4">
            <w:pPr>
              <w:pStyle w:val="TableParagraph"/>
              <w:ind w:left="1680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ΓΙΑ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ΘΕΣΗ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ΔΙΕΥΘΥΝΤΗ/ΤΡΙΑΣ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ΣΧΟΛΙΚΗ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ΜΟΝΑΔΑ</w:t>
            </w:r>
          </w:p>
          <w:p w:rsidR="00E833EB" w:rsidRPr="006E0776" w:rsidRDefault="00F729B4">
            <w:pPr>
              <w:pStyle w:val="TableParagraph"/>
              <w:spacing w:before="3" w:line="258" w:lineRule="exact"/>
              <w:ind w:left="1680" w:right="1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ΔΙΕΥΘΥΝΣΗΣ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ΔΕΥΤΕΡΟΒΑΘΜΙΑΣ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ΕΚΠΑΙΔΕΥΣΗΣ</w:t>
            </w:r>
            <w:r>
              <w:rPr>
                <w:b/>
                <w:spacing w:val="-7"/>
                <w:sz w:val="24"/>
              </w:rPr>
              <w:t xml:space="preserve"> </w:t>
            </w:r>
            <w:r w:rsidR="006E0776">
              <w:rPr>
                <w:b/>
                <w:sz w:val="24"/>
              </w:rPr>
              <w:t>ΛΕΥΚΑΔΑΣ</w:t>
            </w:r>
          </w:p>
        </w:tc>
      </w:tr>
    </w:tbl>
    <w:p w:rsidR="00E833EB" w:rsidRDefault="00E833EB">
      <w:pPr>
        <w:pStyle w:val="a3"/>
        <w:rPr>
          <w:rFonts w:ascii="Times New Roman"/>
          <w:sz w:val="20"/>
        </w:rPr>
      </w:pPr>
    </w:p>
    <w:p w:rsidR="00E833EB" w:rsidRDefault="00805758">
      <w:pPr>
        <w:pStyle w:val="a3"/>
        <w:spacing w:before="4"/>
        <w:rPr>
          <w:rFonts w:ascii="Times New Roman"/>
          <w:sz w:val="29"/>
        </w:rPr>
      </w:pPr>
      <w:r w:rsidRPr="00805758">
        <w:pict>
          <v:group id="_x0000_s1106" style="position:absolute;margin-left:37.05pt;margin-top:18.85pt;width:261pt;height:29.05pt;z-index:-251649536;mso-wrap-distance-left:0;mso-wrap-distance-right:0;mso-position-horizontal-relative:page" coordorigin="741,377" coordsize="4972,581">
            <v:shape id="_x0000_s1108" style="position:absolute;left:750;top:377;width:4962;height:581" coordorigin="751,377" coordsize="4962,581" o:spt="100" adj="0,,0" path="m5703,377r-2684,l3009,377r-2258,l751,387r2258,l3009,949r-2249,l751,949r,9l760,958r2249,l3019,958r2684,l5703,949r-2684,l3019,387r2684,l5703,377xm5712,379r-9,l5703,956r9,l5712,37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left:745;top:382;width:2269;height:572" filled="f" strokeweight=".48pt">
              <v:textbox inset="0,0,0,0">
                <w:txbxContent>
                  <w:p w:rsidR="00897410" w:rsidRPr="00F729B4" w:rsidRDefault="00897410">
                    <w:pPr>
                      <w:spacing w:before="77"/>
                      <w:ind w:left="170"/>
                      <w:rPr>
                        <w:rFonts w:asciiTheme="minorHAnsi" w:hAnsiTheme="minorHAnsi"/>
                        <w:b/>
                        <w:sz w:val="35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Αριθμός</w:t>
                    </w:r>
                    <w:r w:rsidRPr="00F729B4">
                      <w:rPr>
                        <w:rFonts w:asciiTheme="minorHAnsi" w:hAnsiTheme="minorHAnsi"/>
                        <w:b/>
                        <w:spacing w:val="23"/>
                        <w:w w:val="50"/>
                        <w:sz w:val="35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πρωτοκόλλου:</w:t>
                    </w:r>
                  </w:p>
                </w:txbxContent>
              </v:textbox>
            </v:shape>
            <w10:wrap type="topAndBottom" anchorx="page"/>
          </v:group>
        </w:pict>
      </w:r>
      <w:r w:rsidRPr="00805758">
        <w:pict>
          <v:group id="_x0000_s1103" style="position:absolute;margin-left:311.8pt;margin-top:18.9pt;width:248.6pt;height:28pt;z-index:-251646464;mso-wrap-distance-left:0;mso-wrap-distance-right:0;mso-position-horizontal-relative:page" coordorigin="6236,378" coordsize="4972,560">
            <v:shape id="_x0000_s1105" style="position:absolute;left:6245;top:378;width:4962;height:560" coordorigin="6246,378" coordsize="4962,560" o:spt="100" adj="0,,0" path="m8505,378r-2250,l6246,378r,10l6255,388r2250,l8505,378xm11198,378r-2684,l8505,378r,10l8505,928r-2259,l6246,937r2259,l8514,937r2684,l11198,928r-2684,l8514,388r2684,l11198,378xm11208,378r-10,l11198,388r,540l11198,937r10,l11208,928r,-540l11208,378xe" fillcolor="black" stroked="f">
              <v:stroke joinstyle="round"/>
              <v:formulas/>
              <v:path arrowok="t" o:connecttype="segments"/>
            </v:shape>
            <v:shape id="_x0000_s1104" type="#_x0000_t202" style="position:absolute;left:6241;top:382;width:2269;height:550" filled="f" strokeweight=".48pt">
              <v:textbox inset="0,0,0,0">
                <w:txbxContent>
                  <w:p w:rsidR="00897410" w:rsidRPr="00F729B4" w:rsidRDefault="00897410">
                    <w:pPr>
                      <w:spacing w:before="49"/>
                      <w:ind w:left="143"/>
                      <w:rPr>
                        <w:rFonts w:asciiTheme="minorHAnsi" w:hAnsiTheme="minorHAnsi"/>
                        <w:b/>
                        <w:sz w:val="34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Ημερομηνία</w:t>
                    </w:r>
                    <w:r w:rsidRPr="00F729B4">
                      <w:rPr>
                        <w:rFonts w:asciiTheme="minorHAnsi" w:hAnsiTheme="minorHAnsi"/>
                        <w:b/>
                        <w:spacing w:val="33"/>
                        <w:w w:val="50"/>
                        <w:sz w:val="34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υποβολής: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33EB" w:rsidRDefault="00805758">
      <w:pPr>
        <w:spacing w:before="133"/>
        <w:ind w:left="3372" w:right="3524"/>
        <w:jc w:val="center"/>
        <w:rPr>
          <w:i/>
          <w:sz w:val="20"/>
        </w:rPr>
      </w:pPr>
      <w:r>
        <w:rPr>
          <w:i/>
          <w:noProof/>
          <w:sz w:val="20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1" type="#_x0000_t32" style="position:absolute;left:0;text-align:left;margin-left:398.5pt;margin-top:29.75pt;width:134.85pt;height:0;z-index:251677184" o:connectortype="straight"/>
        </w:pict>
      </w:r>
      <w:r w:rsidR="00F729B4">
        <w:rPr>
          <w:i/>
          <w:w w:val="90"/>
          <w:sz w:val="20"/>
        </w:rPr>
        <w:t>Τα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ανωτέρω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συμπληρώνονται</w:t>
      </w:r>
      <w:r w:rsidR="00F729B4">
        <w:rPr>
          <w:i/>
          <w:spacing w:val="-2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από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την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υπηρεσία</w:t>
      </w:r>
    </w:p>
    <w:p w:rsidR="00E833EB" w:rsidRDefault="00E833EB">
      <w:pPr>
        <w:rPr>
          <w:i/>
          <w:sz w:val="20"/>
        </w:rPr>
      </w:pPr>
    </w:p>
    <w:p w:rsidR="00E833EB" w:rsidRDefault="00E833EB">
      <w:pPr>
        <w:rPr>
          <w:i/>
          <w:sz w:val="20"/>
        </w:rPr>
      </w:pPr>
    </w:p>
    <w:p w:rsidR="00E833EB" w:rsidRDefault="00E833EB">
      <w:pPr>
        <w:spacing w:before="6"/>
        <w:rPr>
          <w:i/>
          <w:sz w:val="25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34" w:lineRule="exact"/>
              <w:ind w:left="1679" w:right="1670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E833EB">
        <w:trPr>
          <w:trHeight w:val="438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9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4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7"/>
              <w:ind w:left="107"/>
              <w:rPr>
                <w:b/>
              </w:rPr>
            </w:pPr>
            <w:bookmarkStart w:id="0" w:name="Untitled"/>
            <w:bookmarkEnd w:id="0"/>
            <w:r>
              <w:rPr>
                <w:b/>
              </w:rPr>
              <w:t>Όνομα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5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i/>
          <w:sz w:val="20"/>
        </w:rPr>
      </w:pPr>
    </w:p>
    <w:p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3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1680" w:right="1669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:rsidR="00E833EB" w:rsidRDefault="00E833EB">
      <w:pPr>
        <w:rPr>
          <w:i/>
          <w:sz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E833EB">
        <w:trPr>
          <w:trHeight w:val="438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7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7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4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Υπηρεσιακό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2"/>
        </w:trPr>
        <w:tc>
          <w:tcPr>
            <w:tcW w:w="3937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i/>
          <w:sz w:val="20"/>
        </w:rPr>
      </w:pPr>
    </w:p>
    <w:p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7" w:line="228" w:lineRule="exact"/>
              <w:ind w:left="1680" w:right="1613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Στοιχεία</w:t>
            </w:r>
          </w:p>
        </w:tc>
      </w:tr>
    </w:tbl>
    <w:p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4"/>
        <w:gridCol w:w="6541"/>
      </w:tblGrid>
      <w:tr w:rsidR="00E833EB">
        <w:trPr>
          <w:trHeight w:val="491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0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Κλάδος/Ειδικότητα: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9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4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02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6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10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29"/>
        </w:trPr>
        <w:tc>
          <w:tcPr>
            <w:tcW w:w="3884" w:type="dxa"/>
          </w:tcPr>
          <w:p w:rsidR="00E833EB" w:rsidRDefault="00F729B4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 w:rsidSect="00517E7E">
          <w:footerReference w:type="default" r:id="rId7"/>
          <w:type w:val="continuous"/>
          <w:pgSz w:w="11910" w:h="16840"/>
          <w:pgMar w:top="840" w:right="580" w:bottom="1120" w:left="540" w:header="720" w:footer="1100" w:gutter="0"/>
          <w:pgNumType w:start="1"/>
          <w:cols w:space="720"/>
        </w:sectPr>
      </w:pPr>
    </w:p>
    <w:p w:rsidR="00E833EB" w:rsidRDefault="00805758">
      <w:pPr>
        <w:ind w:left="19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60" type="#_x0000_t202" style="width:514.2pt;height:29.2pt;mso-left-percent:-10001;mso-top-percent:-10001;mso-position-horizontal:absolute;mso-position-horizontal-relative:char;mso-position-vertical:absolute;mso-position-vertical-relative:line;mso-left-percent:-10001;mso-top-percent:-10001" fillcolor="#e4e4e4" strokeweight=".48pt">
            <v:stroke linestyle="thinThin"/>
            <v:textbox inset="0,0,0,0">
              <w:txbxContent>
                <w:p w:rsidR="00897410" w:rsidRDefault="00897410">
                  <w:pPr>
                    <w:spacing w:before="147"/>
                    <w:ind w:left="2175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1.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Βασικά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Στοιχεία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Αίτησης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Υποψηφιότητας</w:t>
                  </w:r>
                </w:p>
              </w:txbxContent>
            </v:textbox>
            <w10:wrap type="none"/>
            <w10:anchorlock/>
          </v:shape>
        </w:pict>
      </w:r>
    </w:p>
    <w:p w:rsidR="00E833EB" w:rsidRDefault="00E833EB">
      <w:pPr>
        <w:spacing w:before="10"/>
        <w:rPr>
          <w:i/>
          <w:sz w:val="17"/>
        </w:rPr>
      </w:pPr>
    </w:p>
    <w:p w:rsidR="00E833EB" w:rsidRDefault="00F729B4">
      <w:pPr>
        <w:spacing w:before="92" w:line="276" w:lineRule="auto"/>
        <w:ind w:left="311" w:right="261"/>
        <w:jc w:val="both"/>
        <w:rPr>
          <w:b/>
          <w:sz w:val="24"/>
        </w:rPr>
      </w:pPr>
      <w:r>
        <w:rPr>
          <w:b/>
          <w:sz w:val="24"/>
        </w:rPr>
        <w:t>Παρακαλούμε συμπληρώστε όλα τα πεδία με την ένδειξη ΝΑΙ – ΟΧΙ χρησιμοποιώντας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π.χ.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ή</w:t>
      </w:r>
      <w:r>
        <w:rPr>
          <w:b/>
          <w:spacing w:val="1"/>
          <w:sz w:val="24"/>
        </w:rPr>
        <w:t xml:space="preserve"> </w:t>
      </w:r>
      <w:r>
        <w:rPr>
          <w:rFonts w:ascii="Wingdings" w:hAnsi="Wingdings"/>
          <w:sz w:val="24"/>
        </w:rPr>
        <w:t>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περίπτωση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που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δηλώνετε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ΝΑΙ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σε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πεδίο,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υποχρεωτικά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δηλώσετε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και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υπόλοιπα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απαιτούμενα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στοιχεία.</w:t>
      </w:r>
    </w:p>
    <w:p w:rsidR="00E833EB" w:rsidRDefault="00E833EB">
      <w:pPr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283"/>
        <w:gridCol w:w="708"/>
        <w:gridCol w:w="283"/>
        <w:gridCol w:w="710"/>
      </w:tblGrid>
      <w:tr w:rsidR="00E833EB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2"/>
        </w:trPr>
        <w:tc>
          <w:tcPr>
            <w:tcW w:w="8474" w:type="dxa"/>
          </w:tcPr>
          <w:p w:rsidR="00E833EB" w:rsidRDefault="00F729B4">
            <w:pPr>
              <w:pStyle w:val="TableParagraph"/>
              <w:spacing w:before="55"/>
              <w:ind w:left="106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505"/>
        </w:trPr>
        <w:tc>
          <w:tcPr>
            <w:tcW w:w="8474" w:type="dxa"/>
          </w:tcPr>
          <w:p w:rsidR="00E833EB" w:rsidRDefault="00F729B4">
            <w:pPr>
              <w:pStyle w:val="TableParagraph"/>
              <w:spacing w:line="254" w:lineRule="exact"/>
              <w:ind w:left="106"/>
              <w:rPr>
                <w:b/>
              </w:rPr>
            </w:pPr>
            <w:r>
              <w:rPr>
                <w:b/>
              </w:rPr>
              <w:t xml:space="preserve">Δεν έχω απαλλαγεί από τα καθήκοντά του, σύμφωνα με την </w:t>
            </w:r>
            <w:proofErr w:type="spellStart"/>
            <w:r>
              <w:rPr>
                <w:b/>
              </w:rPr>
              <w:t>περ</w:t>
            </w:r>
            <w:proofErr w:type="spellEnd"/>
            <w:r>
              <w:rPr>
                <w:b/>
              </w:rPr>
              <w:t>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1516"/>
        </w:trPr>
        <w:tc>
          <w:tcPr>
            <w:tcW w:w="8474" w:type="dxa"/>
          </w:tcPr>
          <w:p w:rsidR="00E833EB" w:rsidRDefault="00F729B4">
            <w:pPr>
              <w:pStyle w:val="TableParagraph"/>
              <w:ind w:left="106" w:right="97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:rsidR="00E833EB" w:rsidRDefault="00F729B4">
            <w:pPr>
              <w:pStyle w:val="TableParagraph"/>
              <w:spacing w:line="252" w:lineRule="exact"/>
              <w:ind w:left="106" w:right="104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58"/>
        </w:trPr>
        <w:tc>
          <w:tcPr>
            <w:tcW w:w="8474" w:type="dxa"/>
          </w:tcPr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:rsidR="00E833EB" w:rsidRDefault="00F729B4">
            <w:pPr>
              <w:pStyle w:val="TableParagraph"/>
              <w:spacing w:before="1" w:line="232" w:lineRule="exact"/>
              <w:ind w:left="106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:rsidR="00E833EB" w:rsidRDefault="00F729B4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58"/>
        </w:trPr>
        <w:tc>
          <w:tcPr>
            <w:tcW w:w="8474" w:type="dxa"/>
            <w:tcBorders>
              <w:top w:val="single" w:sz="6" w:space="0" w:color="000000"/>
            </w:tcBorders>
          </w:tcPr>
          <w:p w:rsidR="00E833EB" w:rsidRDefault="00F729B4">
            <w:pPr>
              <w:pStyle w:val="TableParagraph"/>
              <w:spacing w:before="158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(ΠΥΜ);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</w:tbl>
    <w:p w:rsidR="00E833EB" w:rsidRDefault="00E833EB">
      <w:pPr>
        <w:rPr>
          <w:rFonts w:ascii="Times New Roman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7907"/>
        <w:gridCol w:w="284"/>
        <w:gridCol w:w="845"/>
        <w:gridCol w:w="576"/>
        <w:gridCol w:w="847"/>
      </w:tblGrid>
      <w:tr w:rsidR="00E833EB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E833EB" w:rsidRDefault="00F729B4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E833EB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E833EB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833EB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Integrated</w:t>
            </w:r>
            <w:proofErr w:type="spellEnd"/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Master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rPr>
          <w:sz w:val="2"/>
          <w:szCs w:val="2"/>
        </w:rPr>
      </w:pPr>
      <w:r w:rsidRPr="00805758">
        <w:pict>
          <v:rect id="_x0000_s1101" style="position:absolute;margin-left:37.45pt;margin-top:551.7pt;width:394.85pt;height:.5pt;z-index:-251680256;mso-position-horizontal-relative:page;mso-position-vertical-relative:page" fillcolor="black" stroked="f">
            <w10:wrap anchorx="page" anchory="page"/>
          </v:rect>
        </w:pict>
      </w:r>
    </w:p>
    <w:p w:rsidR="00E833EB" w:rsidRDefault="00E833EB">
      <w:pPr>
        <w:rPr>
          <w:sz w:val="2"/>
          <w:szCs w:val="2"/>
        </w:rPr>
        <w:sectPr w:rsidR="00E833EB" w:rsidSect="00517E7E">
          <w:pgSz w:w="11910" w:h="16840"/>
          <w:pgMar w:top="1200" w:right="580" w:bottom="1120" w:left="540" w:header="0" w:footer="523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E833EB" w:rsidRDefault="00805758">
      <w:pPr>
        <w:spacing w:before="10" w:after="1"/>
        <w:rPr>
          <w:b/>
          <w:sz w:val="29"/>
        </w:rPr>
      </w:pPr>
      <w:r w:rsidRPr="00805758">
        <w:pict>
          <v:group id="_x0000_s1098" style="position:absolute;margin-left:486.6pt;margin-top:74.65pt;width:31.35pt;height:64.35pt;z-index:-251679232;mso-position-horizontal-relative:page;mso-position-vertical-relative:page" coordorigin="9732,1493" coordsize="627,1287">
            <v:rect id="_x0000_s1100" style="position:absolute;left:9741;top:1502;width:605;height:252" fillcolor="#f1f1f1" stroked="f"/>
            <v:shape id="_x0000_s1099" style="position:absolute;left:9731;top:1492;width:627;height:1287" coordorigin="9732,1493" coordsize="627,1287" o:spt="100" adj="0,,0" path="m9741,2280r-9,l9732,2780r9,l9741,2280xm9741,1493r-9,l9732,1502r,252l9732,1764r,l9732,2271r9,l9741,1764r,l9741,1754r,-252l9741,1493xm10358,1493r-10,l9741,1493r,9l10348,1502r,252l10348,1764r,l10348,2271r10,l10358,1764r,l10358,1754r,-252l10358,149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97" style="position:absolute;margin-left:37.45pt;margin-top:88.2pt;width:437.9pt;height:51.3pt;z-index:-251678208;mso-position-horizontal-relative:page;mso-position-vertical-relative:page" coordorigin="749,1764" coordsize="8758,1026" path="m9506,1764r-10,l9496,2271r-8747,l749,2280r8747,l9496,2780r-8747,l749,2789r8747,l9506,2789r,-9l9506,2280r,-9l9506,1764xe" fillcolor="black" stroked="f">
            <v:path arrowok="t"/>
            <w10:wrap anchorx="page" anchory="page"/>
          </v:shape>
        </w:pict>
      </w:r>
      <w:r w:rsidRPr="00805758">
        <w:pict>
          <v:group id="_x0000_s1094" style="position:absolute;margin-left:489pt;margin-top:150.85pt;width:71.4pt;height:66.25pt;z-index:-251677184;mso-position-horizontal-relative:page;mso-position-vertical-relative:page" coordorigin="9780,3017" coordsize="1428,1325">
            <v:rect id="_x0000_s1096" style="position:absolute;left:9789;top:3029;width:1407;height:252" fillcolor="#f1f1f1" stroked="f"/>
            <v:shape id="_x0000_s1095" style="position:absolute;left:9779;top:3017;width:1428;height:1325" coordorigin="9780,3017" coordsize="1428,1325" o:spt="100" adj="0,,0" path="m9789,3807r-9,l9780,4342r9,l9789,3807xm9789,3017r-9,l9780,3027r,254l9780,3291r,506l9789,3797r,-506l9789,3281r,-254l9789,3017xm11208,3807r-10,l11198,4342r10,l11208,3807xm11208,3017r-10,l9789,3017r,10l11198,3027r,254l9789,3281r,10l11198,3291r,506l11208,3797r,-506l11208,3281r,-254l11208,301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93" style="position:absolute;margin-left:37.45pt;margin-top:164.55pt;width:437.9pt;height:53.05pt;z-index:-251676160;mso-position-horizontal-relative:page;mso-position-vertical-relative:page" coordorigin="749,3291" coordsize="8758,1061" path="m9506,3291r-10,l9496,3797r-8747,l749,3807r8747,l9496,4342r-8747,l749,4352r8747,l9506,4352r,-10l9506,3807r,-10l9506,3291xe" fillcolor="black" stroked="f">
            <v:path arrowok="t"/>
            <w10:wrap anchorx="page" anchory="page"/>
          </v:shape>
        </w:pict>
      </w:r>
      <w:r w:rsidRPr="00805758">
        <w:pict>
          <v:group id="_x0000_s1090" style="position:absolute;margin-left:489pt;margin-top:229.1pt;width:71.4pt;height:77.95pt;z-index:-251675136;mso-position-horizontal-relative:page;mso-position-vertical-relative:page" coordorigin="9780,4582" coordsize="1428,1559">
            <v:rect id="_x0000_s1092" style="position:absolute;left:9789;top:4591;width:1407;height:255" fillcolor="#f1f1f1" stroked="f"/>
            <v:shape id="_x0000_s1091" style="position:absolute;left:9779;top:4582;width:1428;height:1559" coordorigin="9780,4582" coordsize="1428,1559" o:spt="100" adj="0,,0" path="m9789,6131r-9,l9780,6140r9,l9789,6131xm9789,5624r-9,l9780,6131r9,l9789,5624xm9789,5614r-9,l9780,5624r9,l9789,5614xm9789,4582r-9,l9780,4592r,254l9780,4856r,758l9789,5614r,-758l9789,4846r,-254l9789,4582xm11208,5624r-10,l11198,6131r10,l11208,5624xm11208,4582r-10,l9789,4582r,10l11198,4592r,254l9789,4846r,10l11198,4856r,758l11208,5614r,-758l11208,4846r,-254l11208,458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89" style="position:absolute;margin-left:37.45pt;margin-top:242.8pt;width:437.9pt;height:64.25pt;z-index:-251674112;mso-position-horizontal-relative:page;mso-position-vertical-relative:page" coordorigin="749,4856" coordsize="8758,1285" o:spt="100" adj="0,,0" path="m9506,6131r-10,l749,6131r,9l9496,6140r10,l9506,6131xm9506,5624r-10,l9496,6131r10,l9506,5624xm9506,5614r-10,l749,5614r,10l9496,5624r10,l9506,5614xm9506,4856r-10,l9496,5614r10,l9506,485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805758">
        <w:pict>
          <v:group id="_x0000_s1086" style="position:absolute;margin-left:489pt;margin-top:318.55pt;width:71.4pt;height:77.55pt;z-index:-251673088;mso-position-horizontal-relative:page;mso-position-vertical-relative:page" coordorigin="9780,6371" coordsize="1428,1551">
            <v:rect id="_x0000_s1088" style="position:absolute;left:9789;top:6380;width:1407;height:255" fillcolor="#f1f1f1" stroked="f"/>
            <v:shape id="_x0000_s1087" style="position:absolute;left:9779;top:6370;width:1428;height:1551" coordorigin="9780,6371" coordsize="1428,1551" o:spt="100" adj="0,,0" path="m9789,7412r-9,l9780,7921r9,l9789,7412xm9789,6371r-9,l9780,6380r,255l9780,6644r,759l9789,7403r,-759l9789,6635r,-255l9789,6371xm11208,7412r-10,l11198,7921r10,l11208,7412xm11208,6371r-10,l9789,6371r,9l11198,6380r,255l9789,6635r,9l11198,6644r,759l11208,7403r,-759l11208,6635r,-255l11208,63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85" style="position:absolute;margin-left:37.45pt;margin-top:332.2pt;width:437.9pt;height:64.35pt;z-index:-251672064;mso-position-horizontal-relative:page;mso-position-vertical-relative:page" coordorigin="749,6644" coordsize="8758,1287" path="m9506,6644r-10,l9496,7403r-8747,l749,7412r8747,l9496,7921r-8747,l749,7931r8747,l9506,7931r,-10l9506,7412r,-9l9506,6644xe" fillcolor="black" stroked="f">
            <v:path arrowok="t"/>
            <w10:wrap anchorx="page" anchory="page"/>
          </v:shape>
        </w:pict>
      </w:r>
      <w:r w:rsidRPr="00805758">
        <w:pict>
          <v:group id="_x0000_s1082" style="position:absolute;margin-left:486.6pt;margin-top:407.95pt;width:31.35pt;height:77.55pt;z-index:-251671040;mso-position-horizontal-relative:page;mso-position-vertical-relative:page" coordorigin="9732,8159" coordsize="627,1551">
            <v:rect id="_x0000_s1084" style="position:absolute;left:9741;top:8170;width:605;height:252" fillcolor="#f1f1f1" stroked="f"/>
            <v:shape id="_x0000_s1083" style="position:absolute;left:9731;top:8158;width:627;height:1551" coordorigin="9732,8159" coordsize="627,1551" o:spt="100" adj="0,,0" path="m9741,9200r-9,l9732,9709r9,l9741,9200xm9741,8159r-9,l9732,8168r,255l9732,8432r,759l9741,9191r,-759l9741,8423r,-255l9741,8159xm10358,8159r-10,l9741,8159r,9l10348,8168r,255l9741,8423r,9l10348,8432r,759l10358,9191r,-759l10358,8423r,-255l10358,815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81" style="position:absolute;margin-left:37.45pt;margin-top:421.6pt;width:437.9pt;height:64.35pt;z-index:-251670016;mso-position-horizontal-relative:page;mso-position-vertical-relative:page" coordorigin="749,8432" coordsize="8758,1287" o:spt="100" adj="0,,0" path="m9506,9709r-10,l749,9709r,10l9496,9719r10,l9506,9709xm9506,9191r-10,l749,9191r,9l9496,9200r,509l9506,9709r,-509l9506,9200r,-9xm9506,8432r-10,l9496,9191r10,l9506,843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805758">
        <w:pict>
          <v:group id="_x0000_s1078" style="position:absolute;margin-left:489pt;margin-top:497.35pt;width:71.4pt;height:55.35pt;z-index:-251668992;mso-position-horizontal-relative:page;mso-position-vertical-relative:page" coordorigin="9780,9947" coordsize="1428,1107">
            <v:rect id="_x0000_s1080" style="position:absolute;left:9789;top:9959;width:1407;height:252" fillcolor="#f1f1f1" stroked="f"/>
            <v:shape id="_x0000_s1079" style="position:absolute;left:9779;top:9947;width:1428;height:1107" coordorigin="9780,9947" coordsize="1428,1107" o:spt="100" adj="0,,0" path="m9789,10595r-9,l9780,11053r9,l9789,10595xm9789,9947r-9,l9780,9957r,254l9780,10221r,364l9789,10585r,-364l9789,10211r,-254l9789,9947xm11208,10595r-10,l11198,11053r10,l11208,10595xm11208,9947r-10,l9789,9947r,10l11198,9957r,254l9789,10211r,10l11198,10221r,364l11208,10585r,-364l11208,10211r,-254l11208,994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77" style="position:absolute;margin-left:37.45pt;margin-top:511.05pt;width:437.9pt;height:42.15pt;z-index:-251667968;mso-position-horizontal-relative:page;mso-position-vertical-relative:page" coordorigin="749,10221" coordsize="8758,843" o:spt="100" adj="0,,0" path="m9506,11053r-10,l749,11053r,10l9496,11063r10,l9506,11053xm9506,10585r-10,l749,10585r,10l9496,10595r,458l9506,11053r,-458l9506,10585xm9506,10221r-10,l9496,10585r10,l9506,1022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805758">
        <w:pict>
          <v:group id="_x0000_s1074" style="position:absolute;margin-left:486.6pt;margin-top:568.15pt;width:31.35pt;height:68.4pt;z-index:-251666944;mso-position-horizontal-relative:page;mso-position-vertical-relative:page" coordorigin="9732,11363" coordsize="627,1368">
            <v:rect id="_x0000_s1076" style="position:absolute;left:9741;top:11372;width:605;height:252" fillcolor="#f1f1f1" stroked="f"/>
            <v:shape id="_x0000_s1075" style="position:absolute;left:9731;top:11363;width:627;height:1368" coordorigin="9732,11363" coordsize="627,1368" o:spt="100" adj="0,,0" path="m9741,12150r-9,l9732,12731r9,l9741,12150xm9741,11625r-9,l9732,11634r,507l9741,12141r,-507l9741,11625xm9741,11363r-9,l9732,11373r,252l9741,11625r,-252l9741,11363xm10358,11625r-10,l9741,11625r,9l10348,11634r,507l10358,12141r,-507l10358,11625xm10358,11363r-10,l9741,11363r,10l10348,11373r,252l10358,11625r,-252l10358,1136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73" style="position:absolute;margin-left:37.45pt;margin-top:581.7pt;width:437.9pt;height:55.35pt;z-index:-251665920;mso-position-horizontal-relative:page;mso-position-vertical-relative:page" coordorigin="749,11634" coordsize="8758,1107" o:spt="100" adj="0,,0" path="m9506,12731r-10,l749,12731r,10l9496,12741r10,l9506,12731xm9506,11634r-10,l9496,12141r-8747,l749,12150r8747,l9496,12731r10,l9506,12150r,-9l9506,1163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9606"/>
        <w:gridCol w:w="256"/>
        <w:gridCol w:w="598"/>
      </w:tblGrid>
      <w:tr w:rsidR="00E833EB">
        <w:trPr>
          <w:trHeight w:val="252"/>
        </w:trPr>
        <w:tc>
          <w:tcPr>
            <w:tcW w:w="9606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E833EB" w:rsidRDefault="00805758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71" style="width:29.4pt;height:.5pt;mso-position-horizontal-relative:char;mso-position-vertical-relative:line" coordsize="588,10">
                  <v:rect id="_x0000_s1072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1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6"/>
        </w:trPr>
        <w:tc>
          <w:tcPr>
            <w:tcW w:w="9606" w:type="dxa"/>
            <w:tcBorders>
              <w:left w:val="single" w:sz="4" w:space="0" w:color="000000"/>
            </w:tcBorders>
          </w:tcPr>
          <w:p w:rsidR="00E833EB" w:rsidRDefault="00805758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12" type="#_x0000_t32" style="position:absolute;left:0;text-align:left;margin-left:448.75pt;margin-top:.25pt;width:30.75pt;height:0;flip:x;z-index:25167820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000000"/>
              <w:bottom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3" type="#_x0000_t32" style="position:absolute;margin-left:460.05pt;margin-top:.5pt;width:30.9pt;height:.05pt;flip:x;z-index:25167923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E833EB">
        <w:trPr>
          <w:trHeight w:val="511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</w:tc>
      </w:tr>
      <w:tr w:rsidR="00E833EB">
        <w:trPr>
          <w:trHeight w:val="544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805758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4" type="#_x0000_t32" style="position:absolute;margin-left:462.45pt;margin-top:.95pt;width:70.9pt;height:0;z-index:251680256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9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>
        <w:trPr>
          <w:trHeight w:val="76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>
        <w:trPr>
          <w:trHeight w:val="516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805758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19" type="#_x0000_t32" style="position:absolute;margin-left:10.45pt;margin-top:1.5pt;width:437.9pt;height:0;flip:x;z-index:251685376;mso-position-horizontal-relative:text;mso-position-vertical-relative:text" o:connectortype="straight"/>
        </w:pict>
      </w:r>
      <w:r>
        <w:rPr>
          <w:b/>
          <w:noProof/>
          <w:sz w:val="20"/>
          <w:lang w:eastAsia="el-GR"/>
        </w:rPr>
        <w:pict>
          <v:shape id="_x0000_s1115" type="#_x0000_t32" style="position:absolute;margin-left:462.45pt;margin-top:1.5pt;width:70.95pt;height:0;z-index:25168128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805758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0" type="#_x0000_t32" style="position:absolute;left:0;text-align:left;margin-left:451.9pt;margin-top:1.45pt;width:70.9pt;height:0;z-index:251686400" o:connectortype="straight"/>
              </w:pict>
            </w:r>
            <w:r w:rsidR="00F729B4">
              <w:rPr>
                <w:b/>
              </w:rPr>
              <w:t>Ώρες</w:t>
            </w:r>
          </w:p>
        </w:tc>
      </w:tr>
      <w:tr w:rsidR="00E833EB">
        <w:trPr>
          <w:trHeight w:val="76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>
        <w:trPr>
          <w:trHeight w:val="518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805758">
      <w:pPr>
        <w:spacing w:before="7" w:after="1"/>
        <w:rPr>
          <w:b/>
          <w:sz w:val="20"/>
        </w:rPr>
      </w:pPr>
      <w:r w:rsidRPr="00805758">
        <w:rPr>
          <w:b/>
          <w:noProof/>
          <w:lang w:eastAsia="el-GR"/>
        </w:rPr>
        <w:pict>
          <v:shape id="_x0000_s1117" type="#_x0000_t32" style="position:absolute;margin-left:10.45pt;margin-top:1.1pt;width:437.9pt;height:.5pt;z-index:251683328;mso-position-horizontal-relative:text;mso-position-vertical-relative:text" o:connectortype="straight"/>
        </w:pict>
      </w:r>
      <w:r w:rsidRPr="00805758">
        <w:rPr>
          <w:b/>
          <w:noProof/>
          <w:lang w:eastAsia="el-GR"/>
        </w:rPr>
        <w:pict>
          <v:shape id="_x0000_s1116" type="#_x0000_t32" style="position:absolute;margin-left:461.85pt;margin-top:1.1pt;width:70.95pt;height:0;z-index:25168230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E833EB">
        <w:trPr>
          <w:trHeight w:val="258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:rsidR="00E833EB" w:rsidRDefault="00805758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2" type="#_x0000_t32" style="position:absolute;left:0;text-align:left;margin-left:449.5pt;margin-top:.55pt;width:30.25pt;height:.55pt;flip:y;z-index:251688448" o:connectortype="straight"/>
              </w:pict>
            </w:r>
            <w:r w:rsidR="00F729B4"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:rsidR="00E833EB" w:rsidRDefault="00805758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9" style="width:29.4pt;height:.5pt;mso-position-horizontal-relative:char;mso-position-vertical-relative:line" coordsize="588,10">
                  <v:rect id="_x0000_s1070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758"/>
        </w:trPr>
        <w:tc>
          <w:tcPr>
            <w:tcW w:w="9607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E833EB" w:rsidRDefault="00F729B4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0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:rsidR="00E833EB" w:rsidRDefault="00805758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18" type="#_x0000_t32" style="position:absolute;left:0;text-align:left;margin-left:448.75pt;margin-top:.25pt;width:30.75pt;height:0;flip:x;z-index:25168435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21" type="#_x0000_t32" style="position:absolute;margin-left:460.05pt;margin-top:.9pt;width:30.25pt;height:0;flip:x;z-index:25168742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E833EB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E833EB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E833EB" w:rsidRDefault="00805758">
      <w:pPr>
        <w:spacing w:before="10" w:after="1"/>
        <w:rPr>
          <w:b/>
          <w:sz w:val="26"/>
        </w:rPr>
      </w:pPr>
      <w:r>
        <w:rPr>
          <w:b/>
          <w:noProof/>
          <w:sz w:val="26"/>
          <w:lang w:eastAsia="el-GR"/>
        </w:rPr>
        <w:pict>
          <v:shape id="_x0000_s1123" type="#_x0000_t32" style="position:absolute;margin-left:462.45pt;margin-top:1.3pt;width:70.35pt;height:0;z-index:25168947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E833EB">
        <w:trPr>
          <w:trHeight w:val="256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:rsidR="00E833EB" w:rsidRDefault="00805758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w:pict>
                <v:shape id="_x0000_s1129" type="#_x0000_t32" style="position:absolute;left:0;text-align:left;margin-left:0;margin-top:.55pt;width:28.9pt;height:0;z-index:251694592;mso-position-horizontal-relative:text;mso-position-vertical-relative:text" o:connectortype="straight"/>
              </w:pict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067" style="width:29.4pt;height:.5pt;mso-position-horizontal-relative:char;mso-position-vertical-relative:line" coordsize="588,10">
                  <v:rect id="_x0000_s1068" style="position:absolute;width:588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505"/>
        </w:trPr>
        <w:tc>
          <w:tcPr>
            <w:tcW w:w="9607" w:type="dxa"/>
            <w:tcBorders>
              <w:bottom w:val="nil"/>
              <w:right w:val="nil"/>
            </w:tcBorders>
          </w:tcPr>
          <w:p w:rsidR="00E833EB" w:rsidRDefault="00805758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6" type="#_x0000_t32" style="position:absolute;left:0;text-align:left;margin-left:448.75pt;margin-top:24.6pt;width:30.75pt;height:0;flip:x;z-index:251691520;mso-position-horizontal-relative:text;mso-position-vertical-relative:text" o:connectortype="straight"/>
              </w:pict>
            </w:r>
            <w:r w:rsidR="00F729B4">
              <w:rPr>
                <w:b/>
              </w:rPr>
              <w:t>Πιστοποίηση</w:t>
            </w:r>
            <w:r w:rsidR="00F729B4">
              <w:rPr>
                <w:b/>
                <w:spacing w:val="21"/>
              </w:rPr>
              <w:t xml:space="preserve"> </w:t>
            </w:r>
            <w:r w:rsidR="00F729B4">
              <w:rPr>
                <w:b/>
              </w:rPr>
              <w:t>επιμόρφωσης</w:t>
            </w:r>
            <w:r w:rsidR="00F729B4">
              <w:rPr>
                <w:b/>
                <w:spacing w:val="23"/>
              </w:rPr>
              <w:t xml:space="preserve"> </w:t>
            </w:r>
            <w:r w:rsidR="00F729B4">
              <w:rPr>
                <w:b/>
              </w:rPr>
              <w:t>Τ.Π.Ε.</w:t>
            </w:r>
            <w:r w:rsidR="00F729B4">
              <w:rPr>
                <w:b/>
                <w:spacing w:val="22"/>
              </w:rPr>
              <w:t xml:space="preserve"> </w:t>
            </w:r>
            <w:r w:rsidR="00F729B4">
              <w:rPr>
                <w:b/>
              </w:rPr>
              <w:t>Β΄</w:t>
            </w:r>
            <w:r w:rsidR="00F729B4">
              <w:rPr>
                <w:b/>
                <w:spacing w:val="26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ή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Συμπερίληψη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στον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κατάλογο</w:t>
            </w:r>
            <w:r w:rsidR="00F729B4">
              <w:rPr>
                <w:b/>
                <w:spacing w:val="-58"/>
              </w:rPr>
              <w:t xml:space="preserve"> </w:t>
            </w:r>
            <w:r w:rsidR="00F729B4">
              <w:rPr>
                <w:b/>
              </w:rPr>
              <w:t>επιμορφωτών Β΄</w:t>
            </w:r>
            <w:r w:rsidR="00F729B4">
              <w:rPr>
                <w:b/>
                <w:spacing w:val="-1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-3"/>
              </w:rPr>
              <w:t xml:space="preserve"> </w:t>
            </w:r>
            <w:r w:rsidR="00F729B4"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7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:rsidR="00E833EB" w:rsidRDefault="00805758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25" type="#_x0000_t32" style="position:absolute;left:0;text-align:left;margin-left:-.35pt;margin-top:2.45pt;width:437.9pt;height:0;z-index:2516904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>
          <v:shape id="_x0000_s1128" type="#_x0000_t32" style="position:absolute;margin-left:459.4pt;margin-top:1.05pt;width:30.9pt;height:0;flip:x;z-index:251693568;mso-position-horizontal-relative:text;mso-position-vertical-relative:text" o:connectortype="straight"/>
        </w:pict>
      </w:r>
      <w:r>
        <w:rPr>
          <w:rFonts w:ascii="Times New Roman"/>
          <w:noProof/>
          <w:sz w:val="20"/>
          <w:lang w:eastAsia="el-GR"/>
        </w:rPr>
        <w:pict>
          <v:shape id="_x0000_s1127" type="#_x0000_t32" style="position:absolute;margin-left:460.05pt;margin-top:1.05pt;width:30.9pt;height:0;flip:x;z-index:25169254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spacing w:before="8"/>
        <w:rPr>
          <w:b/>
          <w:sz w:val="25"/>
        </w:rPr>
      </w:pPr>
    </w:p>
    <w:p w:rsidR="00E833EB" w:rsidRDefault="00805758">
      <w:pPr>
        <w:pStyle w:val="Heading1"/>
        <w:spacing w:before="99" w:line="252" w:lineRule="exact"/>
      </w:pPr>
      <w:r>
        <w:rPr>
          <w:noProof/>
          <w:lang w:eastAsia="el-GR"/>
        </w:rPr>
        <w:pict>
          <v:shape id="_x0000_s1135" type="#_x0000_t32" style="position:absolute;left:0;text-align:left;margin-left:531.7pt;margin-top:4.45pt;width:0;height:26.3pt;flip:y;z-index:251699712" o:connectortype="straight"/>
        </w:pict>
      </w:r>
      <w:r>
        <w:rPr>
          <w:noProof/>
          <w:lang w:eastAsia="el-GR"/>
        </w:rPr>
        <w:pict>
          <v:shape id="_x0000_s1134" type="#_x0000_t32" style="position:absolute;left:0;text-align:left;margin-left:121.7pt;margin-top:4.45pt;width:410pt;height:0;z-index:251698688" o:connectortype="straight"/>
        </w:pict>
      </w:r>
      <w:r>
        <w:rPr>
          <w:noProof/>
          <w:lang w:eastAsia="el-GR"/>
        </w:rPr>
        <w:pict>
          <v:shape id="_x0000_s1133" type="#_x0000_t32" style="position:absolute;left:0;text-align:left;margin-left:121.7pt;margin-top:4.45pt;width:0;height:26.3pt;flip:y;z-index:251697664" o:connectortype="straight"/>
        </w:pict>
      </w:r>
      <w:r>
        <w:pict>
          <v:shape id="_x0000_s1066" style="position:absolute;left:0;text-align:left;margin-left:148.7pt;margin-top:4.45pt;width:410pt;height:26.3pt;z-index:251634176;mso-position-horizontal-relative:page" coordorigin="2974,89" coordsize="8200,526" o:spt="100" adj="0,,0" path="m11164,89r-8180,l2974,89r,9l2974,99r,506l2974,615r10,l11164,615r,-10l2984,605r,-506l11164,99r,-10xm11174,89r-10,l11164,98r,1l11164,605r,10l11174,615r,-10l11174,99r,-1l11174,8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</w:t>
      </w:r>
      <w:r w:rsidR="00F729B4">
        <w:rPr>
          <w:spacing w:val="-5"/>
        </w:rPr>
        <w:t xml:space="preserve"> </w:t>
      </w:r>
      <w:r w:rsidR="00F729B4">
        <w:t>1</w:t>
      </w:r>
      <w:r w:rsidR="00F729B4">
        <w:rPr>
          <w:vertAlign w:val="superscript"/>
        </w:rPr>
        <w:t>ης</w:t>
      </w:r>
    </w:p>
    <w:p w:rsidR="00E833EB" w:rsidRDefault="00F729B4">
      <w:pPr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</w:p>
    <w:p w:rsidR="00E833EB" w:rsidRDefault="00805758" w:rsidP="00365524">
      <w:pPr>
        <w:tabs>
          <w:tab w:val="left" w:pos="4170"/>
        </w:tabs>
        <w:spacing w:before="6"/>
        <w:rPr>
          <w:b/>
          <w:sz w:val="15"/>
        </w:rPr>
      </w:pPr>
      <w:r w:rsidRPr="00805758">
        <w:pict>
          <v:shape id="_x0000_s1065" type="#_x0000_t202" style="position:absolute;margin-left:32.6pt;margin-top:10.9pt;width:395.9pt;height:26.3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897410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 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</w:p>
                      <w:p w:rsidR="00897410" w:rsidRDefault="00897410">
                        <w:pPr>
                          <w:pStyle w:val="TableParagraph"/>
                          <w:spacing w:before="1" w:line="232" w:lineRule="exact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805758">
        <w:pict>
          <v:shape id="_x0000_s1064" style="position:absolute;margin-left:432.3pt;margin-top:10.9pt;width:128.1pt;height:26.3pt;z-index:-251645440;mso-wrap-distance-left:0;mso-wrap-distance-right:0;mso-position-horizontal-relative:page" coordorigin="8646,218" coordsize="2562,526" o:spt="100" adj="0,,0" path="m8656,218r-10,l8646,228r,506l8646,744r10,l8656,734r,-506l8656,218xm11198,734r-2542,l8656,744r2542,l11198,734xm11198,218r-2542,l8656,228r2542,l11198,218xm11208,218r-10,l11198,228r,506l11198,744r10,l11208,734r,-506l11208,218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805758">
        <w:pict>
          <v:shape id="_x0000_s1063" type="#_x0000_t202" style="position:absolute;margin-left:37.2pt;margin-top:45.45pt;width:395.35pt;height:42.4pt;z-index:-251644416;mso-wrap-distance-left:0;mso-wrap-distance-right:0;mso-position-horizontal-relative:page" filled="f" strokeweight=".48pt">
            <v:textbox inset="0,0,0,0">
              <w:txbxContent>
                <w:p w:rsidR="00897410" w:rsidRDefault="00897410">
                  <w:pPr>
                    <w:spacing w:before="16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805758">
        <w:pict>
          <v:shape id="_x0000_s1062" style="position:absolute;margin-left:446.5pt;margin-top:45.25pt;width:112.2pt;height:42.85pt;z-index:-251643392;mso-wrap-distance-left:0;mso-wrap-distance-right:0;mso-position-horizontal-relative:page" coordorigin="8930,905" coordsize="2244,857" path="m11174,905r-10,l11164,914r,838l8940,1752r,-838l11164,914r,-9l8940,905r-10,l8930,914r,838l8930,1761r10,l11164,1761r10,l11174,1752r,-838l11174,905xe" fillcolor="black" stroked="f">
            <v:path arrowok="t"/>
            <w10:wrap type="topAndBottom" anchorx="page"/>
          </v:shape>
        </w:pict>
      </w:r>
      <w:r w:rsidR="00365524">
        <w:rPr>
          <w:b/>
          <w:sz w:val="15"/>
        </w:rPr>
        <w:tab/>
      </w:r>
    </w:p>
    <w:p w:rsidR="00E833EB" w:rsidRDefault="00805758">
      <w:pPr>
        <w:rPr>
          <w:b/>
          <w:sz w:val="8"/>
        </w:rPr>
      </w:pPr>
      <w:r>
        <w:rPr>
          <w:b/>
          <w:noProof/>
          <w:sz w:val="8"/>
          <w:lang w:eastAsia="el-GR"/>
        </w:rPr>
        <w:pict>
          <v:shape id="_x0000_s1130" type="#_x0000_t32" style="position:absolute;margin-left:531.7pt;margin-top:36.5pt;width:0;height:42.4pt;z-index:251695616" o:connectortype="straight"/>
        </w:pict>
      </w:r>
    </w:p>
    <w:p w:rsidR="00E833EB" w:rsidRDefault="00805758">
      <w:pPr>
        <w:spacing w:before="4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38" type="#_x0000_t32" style="position:absolute;margin-left:531.7pt;margin-top:57.55pt;width:0;height:26.3pt;z-index:251702784" o:connectortype="straight"/>
        </w:pict>
      </w:r>
      <w:r>
        <w:rPr>
          <w:b/>
          <w:noProof/>
          <w:sz w:val="20"/>
          <w:lang w:eastAsia="el-GR"/>
        </w:rPr>
        <w:pict>
          <v:shape id="_x0000_s1136" type="#_x0000_t32" style="position:absolute;margin-left:121.7pt;margin-top:57.55pt;width:0;height:26.3pt;z-index:251700736" o:connectortype="straight"/>
        </w:pict>
      </w:r>
      <w:r>
        <w:rPr>
          <w:b/>
          <w:noProof/>
          <w:sz w:val="20"/>
          <w:lang w:eastAsia="el-GR"/>
        </w:rPr>
        <w:pict>
          <v:shape id="_x0000_s1132" type="#_x0000_t32" style="position:absolute;margin-left:419.5pt;margin-top:46.05pt;width:112.2pt;height:0;z-index:251696640" o:connectortype="straight"/>
        </w:pict>
      </w:r>
    </w:p>
    <w:p w:rsidR="00E833EB" w:rsidRDefault="00805758">
      <w:pPr>
        <w:pStyle w:val="Heading1"/>
        <w:spacing w:before="1"/>
        <w:ind w:right="8598"/>
      </w:pPr>
      <w:r>
        <w:pict>
          <v:shape id="_x0000_s1061" style="position:absolute;left:0;text-align:left;margin-left:148.7pt;margin-top:-.45pt;width:410pt;height:26.3pt;z-index:251635200;mso-position-horizontal-relative:page" coordorigin="2974,-9" coordsize="8200,526" o:spt="100" adj="0,,0" path="m11164,-9r-8180,l2974,-9r,10l2974,507r,10l2984,517r8180,l11164,507r-8180,l2984,1r8180,l11164,-9xm11174,-9r-10,l11164,1r,506l11164,517r10,l11174,507r,-506l11174,-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 2</w:t>
      </w:r>
      <w:r w:rsidR="00F729B4">
        <w:rPr>
          <w:vertAlign w:val="superscript"/>
        </w:rPr>
        <w:t>ης</w:t>
      </w:r>
      <w:r w:rsidR="00F729B4">
        <w:rPr>
          <w:spacing w:val="-59"/>
        </w:rPr>
        <w:t xml:space="preserve"> </w:t>
      </w:r>
      <w:r w:rsidR="00F729B4">
        <w:t>Ξένης</w:t>
      </w:r>
      <w:r w:rsidR="00F729B4">
        <w:rPr>
          <w:spacing w:val="-3"/>
        </w:rPr>
        <w:t xml:space="preserve"> </w:t>
      </w:r>
      <w:r w:rsidR="00F729B4">
        <w:t>Γλώσσας:</w:t>
      </w:r>
    </w:p>
    <w:p w:rsidR="00E833EB" w:rsidRDefault="00805758">
      <w:pPr>
        <w:spacing w:before="4"/>
        <w:rPr>
          <w:b/>
          <w:sz w:val="15"/>
        </w:rPr>
      </w:pPr>
      <w:r w:rsidRPr="00805758">
        <w:rPr>
          <w:noProof/>
          <w:lang w:eastAsia="el-GR"/>
        </w:rPr>
        <w:pict>
          <v:shape id="_x0000_s1137" type="#_x0000_t32" style="position:absolute;margin-left:121.7pt;margin-top:.5pt;width:411.7pt;height:0;z-index:251701760" o:connectortype="straight"/>
        </w:pict>
      </w:r>
      <w:r w:rsidRPr="00805758">
        <w:pict>
          <v:shape id="_x0000_s1060" type="#_x0000_t202" style="position:absolute;margin-left:32.6pt;margin-top:10.8pt;width:395.9pt;height:26.3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897410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897410" w:rsidRDefault="00897410">
                        <w:pPr>
                          <w:pStyle w:val="TableParagraph"/>
                          <w:spacing w:line="254" w:lineRule="exact"/>
                          <w:ind w:left="952" w:right="1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 2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805758">
        <w:pict>
          <v:shape id="_x0000_s1059" style="position:absolute;margin-left:432.3pt;margin-top:10.8pt;width:128.1pt;height:26.3pt;z-index:-251642368;mso-wrap-distance-left:0;mso-wrap-distance-right:0;mso-position-horizontal-relative:page" coordorigin="8646,216" coordsize="2562,526" o:spt="100" adj="0,,0" path="m8656,216r-10,l8646,226r,506l8646,742r10,l8656,732r,-506l8656,216xm11198,732r-2542,l8656,742r2542,l11198,732xm11198,216r-2542,l8656,226r2542,l11198,216xm11208,216r-10,l11198,226r,506l11198,742r10,l11208,732r,-506l11208,216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Pr="00805758">
        <w:pict>
          <v:shape id="_x0000_s1058" type="#_x0000_t202" style="position:absolute;margin-left:37.2pt;margin-top:45.4pt;width:395.35pt;height:43.35pt;z-index:-251641344;mso-wrap-distance-left:0;mso-wrap-distance-right:0;mso-position-horizontal-relative:page" filled="f" strokeweight=".48pt">
            <v:textbox inset="0,0,0,0">
              <w:txbxContent>
                <w:p w:rsidR="00897410" w:rsidRDefault="00897410">
                  <w:pPr>
                    <w:spacing w:before="17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 w:rsidRPr="00805758">
        <w:pict>
          <v:shape id="_x0000_s1057" style="position:absolute;margin-left:446.5pt;margin-top:45.15pt;width:112.2pt;height:43.8pt;z-index:-251640320;mso-wrap-distance-left:0;mso-wrap-distance-right:0;mso-position-horizontal-relative:page" coordorigin="8930,903" coordsize="2244,876" o:spt="100" adj="0,,0" path="m11174,1770r-10,l8940,1770r-10,l8930,1779r10,l11164,1779r10,l11174,1770xm11174,903r-10,l8940,903r-10,l8930,913r,857l8940,1770r,-857l11164,913r,857l11174,1770r,-857l11174,90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E833EB" w:rsidRDefault="00805758">
      <w:pPr>
        <w:spacing w:before="1"/>
        <w:rPr>
          <w:b/>
          <w:sz w:val="8"/>
        </w:rPr>
      </w:pPr>
      <w:r>
        <w:rPr>
          <w:b/>
          <w:noProof/>
          <w:sz w:val="8"/>
          <w:lang w:eastAsia="el-GR"/>
        </w:rPr>
        <w:pict>
          <v:shape id="_x0000_s1139" type="#_x0000_t32" style="position:absolute;margin-left:531.7pt;margin-top:36.6pt;width:0;height:43.55pt;z-index:251703808" o:connectortype="straight"/>
        </w:pict>
      </w:r>
    </w:p>
    <w:p w:rsidR="00E833EB" w:rsidRDefault="00E833EB">
      <w:pPr>
        <w:rPr>
          <w:b/>
          <w:sz w:val="20"/>
        </w:rPr>
      </w:pPr>
    </w:p>
    <w:p w:rsidR="00E833EB" w:rsidRDefault="00E833EB">
      <w:pPr>
        <w:spacing w:before="5"/>
        <w:rPr>
          <w:b/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E4E4E4"/>
          </w:tcPr>
          <w:p w:rsidR="00E833EB" w:rsidRDefault="00F729B4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:rsidR="00E833EB" w:rsidRDefault="00E833EB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53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:rsidR="00E833EB" w:rsidRDefault="00E833EB">
      <w:pPr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1519"/>
        </w:trPr>
        <w:tc>
          <w:tcPr>
            <w:tcW w:w="2228" w:type="dxa"/>
          </w:tcPr>
          <w:p w:rsidR="00E833EB" w:rsidRDefault="00E833EB">
            <w:pPr>
              <w:pStyle w:val="TableParagraph"/>
              <w:spacing w:before="1"/>
              <w:rPr>
                <w:b/>
                <w:sz w:val="28"/>
              </w:rPr>
            </w:pPr>
          </w:p>
          <w:p w:rsidR="00E833EB" w:rsidRDefault="00F729B4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spacing w:after="1"/>
        <w:rPr>
          <w:b/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1521"/>
        </w:trPr>
        <w:tc>
          <w:tcPr>
            <w:tcW w:w="2228" w:type="dxa"/>
          </w:tcPr>
          <w:p w:rsidR="00E833EB" w:rsidRDefault="00E833EB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833EB" w:rsidRDefault="00F729B4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0"/>
              </w:rPr>
            </w:pPr>
          </w:p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ΙSBΝ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spacing w:before="10" w:after="1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F729B4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ΙSBΝ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7" w:after="1"/>
        <w:rPr>
          <w:b/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>
        <w:trPr>
          <w:trHeight w:val="1516"/>
        </w:trPr>
        <w:tc>
          <w:tcPr>
            <w:tcW w:w="2228" w:type="dxa"/>
          </w:tcPr>
          <w:p w:rsidR="00E833EB" w:rsidRDefault="00F729B4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"/>
              <w:rPr>
                <w:b/>
              </w:rPr>
            </w:pPr>
          </w:p>
          <w:p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>
        <w:trPr>
          <w:trHeight w:val="4046"/>
        </w:trPr>
        <w:tc>
          <w:tcPr>
            <w:tcW w:w="2228" w:type="dxa"/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rPr>
                <w:b/>
                <w:sz w:val="25"/>
              </w:rPr>
            </w:pPr>
          </w:p>
          <w:p w:rsidR="00E833EB" w:rsidRDefault="00F729B4" w:rsidP="00F729B4">
            <w:pPr>
              <w:pStyle w:val="TableParagraph"/>
              <w:ind w:left="107" w:right="95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60"/>
        </w:trPr>
        <w:tc>
          <w:tcPr>
            <w:tcW w:w="2228" w:type="dxa"/>
          </w:tcPr>
          <w:p w:rsidR="00E833EB" w:rsidRDefault="00F729B4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rPr>
          <w:b/>
          <w:sz w:val="20"/>
        </w:rPr>
      </w:pPr>
      <w:r w:rsidRPr="00805758">
        <w:pict>
          <v:group id="_x0000_s1054" style="position:absolute;margin-left:474.8pt;margin-top:507.45pt;width:35.9pt;height:93.15pt;z-index:-251664896;mso-position-horizontal-relative:page;mso-position-vertical-relative:page" coordorigin="9496,10149" coordsize="718,1863">
            <v:rect id="_x0000_s1056" style="position:absolute;left:9506;top:10158;width:699;height:252" fillcolor="#f1f1f1" stroked="f"/>
            <v:shape id="_x0000_s1055" style="position:absolute;left:9496;top:10148;width:718;height:1863" coordorigin="9496,10149" coordsize="718,1863" o:spt="100" adj="0,,0" path="m9506,11442r-10,l9496,12011r10,l9506,11442xm9506,10410r-10,l9496,10420r,1013l9506,11433r,-1013l9506,10410xm9506,10149r-10,l9496,10158r,252l9506,10410r,-252l9506,10149xm10214,10410r-10,l9506,10410r,10l10204,10420r,1013l10214,11433r,-1013l10214,10410xm10214,10149r-10,l9506,10149r,9l10204,10158r,252l10214,10410r,-252l10214,101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53" style="position:absolute;margin-left:37.45pt;margin-top:520.5pt;width:423.7pt;height:80.55pt;z-index:-251663872;mso-position-horizontal-relative:page;mso-position-vertical-relative:page" coordorigin="749,10410" coordsize="8474,1611" o:spt="100" adj="0,,0" path="m9223,12011r-10,l749,12011r,10l9213,12021r10,l9223,12011xm9223,11433r-10,l749,11433r,9l9213,11442r,569l9223,12011r,-569l9223,11433xm9223,10410r-10,l9213,10420r,1013l9223,11433r,-1013l9223,1041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805758">
        <w:pict>
          <v:group id="_x0000_s1050" style="position:absolute;margin-left:389.7pt;margin-top:627.45pt;width:78.55pt;height:113.8pt;z-index:-251662848;mso-position-horizontal-relative:page;mso-position-vertical-relative:page" coordorigin="7794,12549" coordsize="1571,2276">
            <v:rect id="_x0000_s1052" style="position:absolute;left:7803;top:12558;width:1549;height:762" fillcolor="#f1f1f1" stroked="f"/>
            <v:shape id="_x0000_s1051" style="position:absolute;left:7794;top:12548;width:1571;height:2276" coordorigin="7794,12549" coordsize="1571,2276" o:spt="100" adj="0,,0" path="m7804,14316r-10,l7794,14325r,499l7804,14824r,-499l7804,14316xm7804,12558r-10,l7794,13320r10,l7804,12558xm9355,13320r-1551,l7794,13320r,9l7794,14316r10,l7804,13329r1551,l9355,13320xm9355,12549r-1551,l7794,12549r,9l7804,12558r1551,l9355,12549xm9364,14316r-9,l9355,14325r,499l9364,14824r,-499l9364,14316xm9364,13320r-9,l9355,13329r,987l9364,14316r,-987l9364,13320xm9364,12558r-9,l9355,13320r9,l9364,12558xm9364,12549r-9,l9355,12558r9,l9364,125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49" style="position:absolute;margin-left:37.45pt;margin-top:666pt;width:338.6pt;height:75.75pt;z-index:-251661824;mso-position-horizontal-relative:page;mso-position-vertical-relative:page" coordorigin="749,13320" coordsize="6772,1515" o:spt="100" adj="0,,0" path="m7521,14824r-10,l749,14824r,10l7511,14834r10,l7521,14824xm7521,14316r-10,l749,14316r,9l7511,14325r,499l7521,14824r,-499l7521,14316xm7521,13320r-10,l7511,13329r,987l7521,14316r,-987l7521,1332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833EB" w:rsidRDefault="00E833EB">
      <w:pPr>
        <w:spacing w:before="9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E833EB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E833EB" w:rsidRDefault="00F729B4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E833EB" w:rsidRDefault="00F729B4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E833EB" w:rsidRDefault="00F729B4" w:rsidP="00F729B4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:rsidTr="00F729B4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E833EB" w:rsidRDefault="00F729B4" w:rsidP="00F729B4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E833EB" w:rsidRDefault="00F729B4" w:rsidP="00F729B4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E833EB" w:rsidRDefault="00F729B4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3"/>
        <w:gridCol w:w="286"/>
        <w:gridCol w:w="711"/>
      </w:tblGrid>
      <w:tr w:rsidR="00E833EB">
        <w:trPr>
          <w:trHeight w:val="256"/>
        </w:trPr>
        <w:tc>
          <w:tcPr>
            <w:tcW w:w="9463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1F1F1"/>
          </w:tcPr>
          <w:p w:rsidR="00E833EB" w:rsidRDefault="00805758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7" style="width:35.05pt;height:.5pt;mso-position-horizontal-relative:char;mso-position-vertical-relative:line" coordsize="701,10">
                  <v:rect id="_x0000_s1048" style="position:absolute;width:701;height:10" fillcolor="black" stroked="f"/>
                  <w10:wrap type="none"/>
                  <w10:anchorlock/>
                </v:group>
              </w:pict>
            </w:r>
          </w:p>
          <w:p w:rsidR="00E833EB" w:rsidRDefault="00F729B4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>
        <w:trPr>
          <w:trHeight w:val="1012"/>
        </w:trPr>
        <w:tc>
          <w:tcPr>
            <w:tcW w:w="9463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Διαθεματικού</w:t>
            </w:r>
            <w:proofErr w:type="spellEnd"/>
            <w:r>
              <w:rPr>
                <w:b/>
              </w:rPr>
              <w:t xml:space="preserve">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εξορθολογισμού</w:t>
            </w:r>
            <w:proofErr w:type="spellEnd"/>
            <w:r>
              <w:rPr>
                <w:b/>
              </w:rPr>
              <w:t xml:space="preserve">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:rsidR="00E833EB" w:rsidRDefault="00F729B4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nil"/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568"/>
        </w:trPr>
        <w:tc>
          <w:tcPr>
            <w:tcW w:w="9463" w:type="dxa"/>
            <w:tcBorders>
              <w:top w:val="nil"/>
              <w:bottom w:val="nil"/>
              <w:right w:val="nil"/>
            </w:tcBorders>
          </w:tcPr>
          <w:p w:rsidR="00E833EB" w:rsidRDefault="00805758">
            <w:pPr>
              <w:pStyle w:val="TableParagraph"/>
              <w:spacing w:before="158"/>
              <w:ind w:left="107"/>
              <w:rPr>
                <w:b/>
              </w:rPr>
            </w:pPr>
            <w:r w:rsidRPr="00805758">
              <w:rPr>
                <w:b/>
                <w:noProof/>
                <w:sz w:val="20"/>
                <w:lang w:eastAsia="el-GR"/>
              </w:rPr>
              <w:pict>
                <v:shape id="_x0000_s1140" type="#_x0000_t32" style="position:absolute;left:0;text-align:left;margin-left:437pt;margin-top:-.55pt;width:35.4pt;height:0;flip:x;z-index:25170483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41" type="#_x0000_t32" style="position:absolute;margin-left:448.3pt;margin-top:.7pt;width:36.4pt;height:.05pt;flip:x;z-index:251705856;mso-position-horizontal-relative:text;mso-position-vertical-relative:text" o:connectortype="straight"/>
        </w:pict>
      </w:r>
    </w:p>
    <w:p w:rsidR="00E833EB" w:rsidRDefault="00805758">
      <w:pPr>
        <w:spacing w:before="10" w:after="1"/>
        <w:rPr>
          <w:b/>
          <w:sz w:val="25"/>
        </w:rPr>
      </w:pPr>
      <w:r>
        <w:rPr>
          <w:b/>
          <w:noProof/>
          <w:sz w:val="25"/>
          <w:lang w:eastAsia="el-GR"/>
        </w:rPr>
        <w:pict>
          <v:shape id="_x0000_s1146" type="#_x0000_t32" style="position:absolute;margin-left:362.7pt;margin-top:129.9pt;width:78.55pt;height:0;z-index:251709952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E833EB">
        <w:trPr>
          <w:trHeight w:val="760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E833EB" w:rsidRDefault="00F729B4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E833EB">
        <w:trPr>
          <w:trHeight w:val="986"/>
        </w:trPr>
        <w:tc>
          <w:tcPr>
            <w:tcW w:w="86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8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:rsidR="00E833EB" w:rsidRDefault="00805758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48" type="#_x0000_t32" style="position:absolute;left:0;text-align:left;margin-left:351.9pt;margin-top:1.2pt;width:78.55pt;height:0;z-index:25171097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rPr>
          <w:rFonts w:ascii="Times New Roman"/>
          <w:sz w:val="20"/>
        </w:rPr>
        <w:sectPr w:rsidR="00E833EB">
          <w:pgSz w:w="11910" w:h="16840"/>
          <w:pgMar w:top="128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>
          <v:shape id="_x0000_s1149" type="#_x0000_t32" style="position:absolute;margin-left:448.3pt;margin-top:-398.85pt;width:85.1pt;height:0;z-index:25171200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E833EB">
        <w:trPr>
          <w:trHeight w:val="757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:rsidR="00E833EB" w:rsidRDefault="00F729B4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E833EB" w:rsidRDefault="00F729B4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E833EB">
        <w:trPr>
          <w:trHeight w:val="1519"/>
        </w:trPr>
        <w:tc>
          <w:tcPr>
            <w:tcW w:w="8616" w:type="dxa"/>
            <w:tcBorders>
              <w:bottom w:val="nil"/>
              <w:right w:val="nil"/>
            </w:tcBorders>
          </w:tcPr>
          <w:p w:rsidR="00E833EB" w:rsidRDefault="00F729B4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:rsidR="00E833EB" w:rsidRDefault="00F729B4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496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:rsidR="00E833EB" w:rsidRDefault="00805758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45" type="#_x0000_t32" style="position:absolute;left:0;text-align:left;margin-left:352.35pt;margin-top:-.15pt;width:77.45pt;height:0;z-index:25170892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805758">
      <w:pPr>
        <w:rPr>
          <w:b/>
          <w:sz w:val="20"/>
        </w:rPr>
      </w:pPr>
      <w:r w:rsidRPr="00805758">
        <w:rPr>
          <w:noProof/>
          <w:lang w:eastAsia="el-GR"/>
        </w:rPr>
        <w:pict>
          <v:shape id="_x0000_s1143" type="#_x0000_t32" style="position:absolute;margin-left:362.7pt;margin-top:.2pt;width:78.55pt;height:0;z-index:251707904;mso-position-horizontal-relative:text;mso-position-vertical-relative:text" o:connectortype="straight"/>
        </w:pict>
      </w:r>
      <w:r w:rsidRPr="00805758">
        <w:pict>
          <v:group id="_x0000_s1044" style="position:absolute;margin-left:389.7pt;margin-top:42.6pt;width:78.55pt;height:140.2pt;z-index:-251660800;mso-position-horizontal-relative:page;mso-position-vertical-relative:page" coordorigin="7794,852" coordsize="1571,2804">
            <v:rect id="_x0000_s1046" style="position:absolute;left:7803;top:861;width:1549;height:759" fillcolor="#f1f1f1" stroked="f"/>
            <v:shape id="_x0000_s1045" style="position:absolute;left:7794;top:852;width:1571;height:2804" coordorigin="7794,852" coordsize="1571,2804" o:spt="100" adj="0,,0" path="m9355,1620r-1551,l7804,862r-10,l7794,1620r,10l7794,1630r,1519l7794,3159r,497l7804,3656r,-497l7804,3149r,-1519l9355,1630r,-10xm9355,852r-1551,l7794,852r,10l7804,862r1551,l9355,852xm9364,862r-9,l9355,1620r,10l9355,1630r,1519l9355,3159r,497l9364,3656r,-497l9364,3149r,-1519l9364,1630r,-10l9364,862xm9364,852r-9,l9355,862r9,l9364,85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43" style="position:absolute;margin-left:37.45pt;margin-top:81pt;width:338.6pt;height:102.3pt;z-index:-251659776;mso-position-horizontal-relative:page;mso-position-vertical-relative:page" coordorigin="749,1620" coordsize="6772,2046" path="m7521,1620r-10,l7511,1630r,1519l749,3149r,10l7511,3159r,497l749,3656r,9l7511,3665r10,l7521,3656r,-497l7521,3149r,-1519l7521,1620xe" fillcolor="black" stroked="f">
            <v:path arrowok="t"/>
            <w10:wrap anchorx="page" anchory="page"/>
          </v:shape>
        </w:pict>
      </w:r>
    </w:p>
    <w:p w:rsidR="00E833EB" w:rsidRDefault="00E833EB">
      <w:pPr>
        <w:spacing w:before="1"/>
        <w:rPr>
          <w:b/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:rsidR="00E833EB" w:rsidRDefault="00E833EB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E833EB" w:rsidRDefault="00E833E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ριοδικά</w:t>
            </w:r>
            <w:proofErr w:type="spellEnd"/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ISSN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E833EB" w:rsidRDefault="00F729B4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</w:tr>
    </w:tbl>
    <w:p w:rsidR="00E833EB" w:rsidRDefault="00E833EB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33EB" w:rsidRDefault="00F729B4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>
        <w:trPr>
          <w:trHeight w:val="2531"/>
        </w:trPr>
        <w:tc>
          <w:tcPr>
            <w:tcW w:w="2228" w:type="dxa"/>
          </w:tcPr>
          <w:p w:rsidR="00E833EB" w:rsidRDefault="00E833EB">
            <w:pPr>
              <w:pStyle w:val="TableParagraph"/>
              <w:rPr>
                <w:b/>
                <w:sz w:val="24"/>
              </w:rPr>
            </w:pPr>
          </w:p>
          <w:p w:rsidR="00E833EB" w:rsidRDefault="00E833E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833EB" w:rsidRDefault="00F729B4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κά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 xml:space="preserve">περιοδικά με </w:t>
            </w:r>
            <w:proofErr w:type="spellStart"/>
            <w:r>
              <w:rPr>
                <w:b/>
              </w:rPr>
              <w:t>ISSN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>
        <w:trPr>
          <w:trHeight w:val="757"/>
        </w:trPr>
        <w:tc>
          <w:tcPr>
            <w:tcW w:w="2228" w:type="dxa"/>
          </w:tcPr>
          <w:p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:rsidR="00E833EB" w:rsidRDefault="00805758">
      <w:pPr>
        <w:spacing w:before="10" w:after="1"/>
        <w:rPr>
          <w:b/>
          <w:sz w:val="15"/>
        </w:rPr>
      </w:pPr>
      <w:r w:rsidRPr="00805758">
        <w:pict>
          <v:group id="_x0000_s1040" style="position:absolute;margin-left:481.9pt;margin-top:75.7pt;width:78.5pt;height:129.15pt;z-index:-251658752;mso-position-horizontal-relative:page;mso-position-vertical-relative:page" coordorigin="9638,1514" coordsize="1570,2583">
            <v:rect id="_x0000_s1042" style="position:absolute;left:9647;top:1523;width:1548;height:507" fillcolor="#f1f1f1" stroked="f"/>
            <v:shape id="_x0000_s1041" style="position:absolute;left:9638;top:1514;width:1570;height:2583" coordorigin="9638,1514" coordsize="1570,2583" o:spt="100" adj="0,,0" path="m9648,3572r-10,l9638,4097r10,l9648,3572xm11208,3572r-10,l11198,4097r10,l11208,3572xm11208,1514r-10,l11198,1524r,507l9648,2031r,-507l11198,1524r,-10l9648,1514r-10,l9638,1524r,l9638,2031r,9l9638,3562r,10l9648,3572r,-10l9648,2040r1550,l11198,3562r10,l11208,2040r,-9l11208,1524r,l11208,151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39" style="position:absolute;margin-left:37.45pt;margin-top:101.55pt;width:430.8pt;height:103.8pt;z-index:-251657728;mso-position-horizontal-relative:page;mso-position-vertical-relative:page" coordorigin="749,2031" coordsize="8616,2076" o:spt="100" adj="0,,0" path="m9364,3572r-9,l9355,4097r-8606,l749,4107r8606,l9364,4107r,-10l9364,3572xm9364,2031r-9,l9355,2040r,1522l749,3562r,10l9355,3572r9,l9364,3562r,-1522l9364,20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805758">
        <w:pict>
          <v:group id="_x0000_s1036" style="position:absolute;margin-left:474.8pt;margin-top:253.45pt;width:85.6pt;height:87.65pt;z-index:-251656704;mso-position-horizontal-relative:page;mso-position-vertical-relative:page" coordorigin="9496,5069" coordsize="1712,1753">
            <v:rect id="_x0000_s1038" style="position:absolute;left:9506;top:5078;width:1690;height:255" fillcolor="#f1f1f1" stroked="f"/>
            <v:shape id="_x0000_s1037" style="position:absolute;left:9496;top:5069;width:1712;height:1753" coordorigin="9496,5069" coordsize="1712,1753" o:spt="100" adj="0,,0" path="m9506,6296r-10,l9496,6822r10,l9506,6296xm9506,5343r-10,l9496,6287r10,l9506,5343xm9506,5069r-10,l9496,5079r,254l9496,5343r10,l9506,5333r,-254l9506,5069xm11208,6296r-10,l11198,6822r10,l11208,6296xm11208,5343r-10,l11198,6287r10,l11208,5343xm11208,5069r-10,l9506,5069r,10l11198,5079r,254l9506,5333r,10l11198,5343r10,l11208,5333r,-254l11208,506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35" style="position:absolute;margin-left:37.45pt;margin-top:267.15pt;width:423.7pt;height:74.45pt;z-index:-251655680;mso-position-horizontal-relative:page;mso-position-vertical-relative:page" coordorigin="749,5343" coordsize="8474,1489" o:spt="100" adj="0,,0" path="m9223,6822r-10,l749,6822r,9l9213,6831r10,l9223,6822xm9223,5343r-10,l9213,6287r-8464,l749,6296r8464,l9213,6822r10,l9223,6296r,-9l9223,534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E833EB">
        <w:trPr>
          <w:trHeight w:val="1526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proofErr w:type="spellStart"/>
            <w:r>
              <w:rPr>
                <w:b/>
              </w:rPr>
              <w:t>π.δ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:rsidR="00E833EB" w:rsidRDefault="00F729B4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805758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1" type="#_x0000_t32" style="position:absolute;left:0;text-align:left;margin-left:444.1pt;margin-top:1.7pt;width:77.85pt;height:0;z-index:25171404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805758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0" type="#_x0000_t32" style="position:absolute;margin-left:454.9pt;margin-top:.75pt;width:78.5pt;height:0;z-index:251713024;mso-position-horizontal-relative:text;mso-position-vertical-relative:text" o:connectortype="straight"/>
        </w:pict>
      </w:r>
    </w:p>
    <w:p w:rsidR="00E833EB" w:rsidRDefault="00805758">
      <w:pPr>
        <w:spacing w:before="3"/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2" type="#_x0000_t32" style="position:absolute;margin-left:447.8pt;margin-top:125.5pt;width:84.95pt;height:0;z-index:251715072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7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:rsidR="00E833EB" w:rsidRDefault="00E833EB">
      <w:pPr>
        <w:spacing w:before="4"/>
        <w:rPr>
          <w:b/>
          <w:sz w:val="1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>
        <w:trPr>
          <w:trHeight w:val="948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805758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3" type="#_x0000_t32" style="position:absolute;left:0;text-align:left;margin-left:437.5pt;margin-top:1.45pt;width:85.1pt;height:0;z-index:2517160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E833EB">
      <w:pPr>
        <w:sectPr w:rsidR="00E833EB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E833EB">
        <w:trPr>
          <w:trHeight w:val="275"/>
        </w:trPr>
        <w:tc>
          <w:tcPr>
            <w:tcW w:w="10425" w:type="dxa"/>
            <w:shd w:val="clear" w:color="auto" w:fill="F1F1F1"/>
          </w:tcPr>
          <w:p w:rsidR="00E833EB" w:rsidRDefault="00F729B4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:rsidR="00E833EB" w:rsidRDefault="00805758">
      <w:pPr>
        <w:spacing w:before="10" w:after="1"/>
        <w:rPr>
          <w:b/>
          <w:sz w:val="26"/>
        </w:rPr>
      </w:pPr>
      <w:r w:rsidRPr="00805758">
        <w:pict>
          <v:group id="_x0000_s1032" style="position:absolute;margin-left:466.9pt;margin-top:76.9pt;width:93.5pt;height:103.6pt;z-index:-251654656;mso-position-horizontal-relative:page;mso-position-vertical-relative:page" coordorigin="9338,1538" coordsize="1870,2072">
            <v:rect id="_x0000_s1034" style="position:absolute;left:9345;top:1547;width:1851;height:507" fillcolor="#f1f1f1" stroked="f"/>
            <v:shape id="_x0000_s1033" style="position:absolute;left:9338;top:1538;width:1870;height:2072" coordorigin="9338,1538" coordsize="1870,2072" o:spt="100" adj="0,,0" path="m9348,3087r-10,l9338,3610r10,l9348,3087xm9348,2064r-10,l9338,3077r,10l9348,3087r,-10l9348,2064xm11208,3087r-10,l11198,3610r10,l11208,3087xm11208,2064r-10,l11198,3077r10,l11208,2064xm11208,1538r-10,l11198,1548r,507l9348,2055r,-507l11198,1548r,-10l9348,1538r-10,l9338,1548r,l9338,2055r,9l9348,2064r1850,l11208,2064r,-9l11208,1548r,l11208,153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05758">
        <w:pict>
          <v:shape id="_x0000_s1031" style="position:absolute;margin-left:37.45pt;margin-top:103.2pt;width:415.9pt;height:77.8pt;z-index:-251653632;mso-position-horizontal-relative:page;mso-position-vertical-relative:page" coordorigin="749,2064" coordsize="8318,1556" o:spt="100" adj="0,,0" path="m9067,3087r-10,l9057,3610r-8308,l749,3620r8308,l9067,3620r,-10l9067,3087xm9067,2064r-10,l9057,3077r-8308,l749,3087r8308,l9067,3087r,-10l9067,206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F729B4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E833EB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απασχόλησης του υποψηφίου ή σε ομάδες επιστημονικού έργου του </w:t>
            </w:r>
            <w:proofErr w:type="spellStart"/>
            <w:r>
              <w:rPr>
                <w:b/>
              </w:rPr>
              <w:t>Ι.Ε.Π</w:t>
            </w:r>
            <w:proofErr w:type="spellEnd"/>
            <w:r>
              <w:rPr>
                <w:b/>
              </w:rPr>
              <w:t>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proofErr w:type="spellStart"/>
            <w:r>
              <w:rPr>
                <w:b/>
              </w:rPr>
              <w:t>Π.Ι.,των</w:t>
            </w:r>
            <w:proofErr w:type="spellEnd"/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:rsidR="00E833EB" w:rsidRDefault="00F729B4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E833EB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805758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>
                <v:shape id="_x0000_s1156" type="#_x0000_t32" style="position:absolute;left:0;text-align:left;margin-left:429.1pt;margin-top:2.1pt;width:93.5pt;height:0;z-index:251718144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805758">
      <w:pPr>
        <w:rPr>
          <w:b/>
          <w:sz w:val="20"/>
        </w:rPr>
      </w:pPr>
      <w:r>
        <w:rPr>
          <w:b/>
          <w:noProof/>
          <w:sz w:val="20"/>
          <w:lang w:eastAsia="el-GR"/>
        </w:rPr>
        <w:pict>
          <v:shape id="_x0000_s1155" type="#_x0000_t32" style="position:absolute;margin-left:440.25pt;margin-top:.75pt;width:93.15pt;height:0;z-index:251717120;mso-position-horizontal-relative:text;mso-position-vertical-relative:text" o:connectortype="straight"/>
        </w:pict>
      </w:r>
    </w:p>
    <w:p w:rsidR="00E833EB" w:rsidRDefault="00E833EB">
      <w:pPr>
        <w:spacing w:before="9" w:after="1"/>
        <w:rPr>
          <w:b/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E833EB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E833EB" w:rsidRDefault="00805758">
            <w:pPr>
              <w:pStyle w:val="TableParagraph"/>
              <w:spacing w:before="6"/>
              <w:rPr>
                <w:b/>
                <w:sz w:val="33"/>
              </w:rPr>
            </w:pPr>
            <w:r>
              <w:rPr>
                <w:b/>
                <w:noProof/>
                <w:sz w:val="33"/>
                <w:lang w:eastAsia="el-GR"/>
              </w:rPr>
              <w:pict>
                <v:shape id="_x0000_s1157" type="#_x0000_t32" style="position:absolute;margin-left:429.7pt;margin-top:.2pt;width:93.15pt;height:0;z-index:251719168" o:connectortype="straight"/>
              </w:pict>
            </w:r>
          </w:p>
          <w:p w:rsidR="00E833EB" w:rsidRDefault="00F729B4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E833EB" w:rsidRDefault="00F729B4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E833EB" w:rsidRDefault="00F729B4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E833EB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E833EB" w:rsidRDefault="00F729B4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χρηματοδοτούνται εν </w:t>
            </w:r>
            <w:proofErr w:type="spellStart"/>
            <w:r>
              <w:rPr>
                <w:b/>
              </w:rPr>
              <w:t>όλω</w:t>
            </w:r>
            <w:proofErr w:type="spellEnd"/>
            <w:r>
              <w:rPr>
                <w:b/>
              </w:rPr>
              <w:t xml:space="preserve">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Lingua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Comenius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+,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Leonardo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da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Vinci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eTwinning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Model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United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Nations</w:t>
            </w:r>
            <w:proofErr w:type="spellEnd"/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M.U.N</w:t>
            </w:r>
            <w:proofErr w:type="spellEnd"/>
            <w:r>
              <w:rPr>
                <w:b/>
              </w:rPr>
              <w:t xml:space="preserve">.), </w:t>
            </w:r>
            <w:proofErr w:type="spellStart"/>
            <w:r>
              <w:rPr>
                <w:b/>
              </w:rPr>
              <w:t>European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Youth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Parliament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EYP</w:t>
            </w:r>
            <w:proofErr w:type="spellEnd"/>
            <w:r>
              <w:rPr>
                <w:b/>
              </w:rPr>
              <w:t xml:space="preserve">), </w:t>
            </w:r>
            <w:proofErr w:type="spellStart"/>
            <w:r>
              <w:rPr>
                <w:b/>
              </w:rPr>
              <w:t>Euroscola</w:t>
            </w:r>
            <w:proofErr w:type="spellEnd"/>
            <w:r>
              <w:rPr>
                <w:b/>
              </w:rPr>
              <w:t>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αυτοαξιολόγησης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:rsidR="00E833EB" w:rsidRDefault="00F729B4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E833EB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E833EB" w:rsidRDefault="00805758">
            <w:pPr>
              <w:pStyle w:val="TableParagraph"/>
              <w:spacing w:before="141"/>
              <w:ind w:left="107"/>
              <w:rPr>
                <w:b/>
              </w:rPr>
            </w:pPr>
            <w:r w:rsidRPr="00805758">
              <w:rPr>
                <w:b/>
                <w:noProof/>
                <w:sz w:val="20"/>
                <w:lang w:eastAsia="el-GR"/>
              </w:rPr>
              <w:pict>
                <v:shape id="_x0000_s1159" type="#_x0000_t32" style="position:absolute;left:0;text-align:left;margin-left:429.1pt;margin-top:.1pt;width:93.5pt;height:0;z-index:251721216;mso-position-horizontal-relative:text;mso-position-vertical-relative:text" o:connectortype="straight"/>
              </w:pict>
            </w:r>
            <w:r w:rsidRPr="00805758">
              <w:rPr>
                <w:b/>
                <w:noProof/>
                <w:sz w:val="20"/>
                <w:lang w:eastAsia="el-GR"/>
              </w:rPr>
              <w:pict>
                <v:shape id="_x0000_s1158" type="#_x0000_t32" style="position:absolute;left:0;text-align:left;margin-left:429.45pt;margin-top:26.5pt;width:93.15pt;height:0;z-index:25172019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E833EB">
      <w:pPr>
        <w:rPr>
          <w:b/>
          <w:sz w:val="20"/>
        </w:rPr>
      </w:pPr>
    </w:p>
    <w:p w:rsidR="00E833EB" w:rsidRDefault="00805758">
      <w:pPr>
        <w:spacing w:before="95"/>
        <w:ind w:left="312" w:right="713"/>
        <w:rPr>
          <w:b/>
          <w:i/>
          <w:sz w:val="18"/>
        </w:rPr>
      </w:pPr>
      <w:r w:rsidRPr="00805758">
        <w:pict>
          <v:group id="_x0000_s1028" style="position:absolute;left:0;text-align:left;margin-left:466.9pt;margin-top:-276.4pt;width:93.5pt;height:230.2pt;z-index:-251652608;mso-position-horizontal-relative:page" coordorigin="9338,-5528" coordsize="1870,4604">
            <v:rect id="_x0000_s1030" style="position:absolute;left:9345;top:-5519;width:1851;height:1772" fillcolor="#f1f1f1" stroked="f"/>
            <v:shape id="_x0000_s1029" style="position:absolute;left:9338;top:-5529;width:1870;height:4604" coordorigin="9338,-5528" coordsize="1870,4604" o:spt="100" adj="0,,0" path="m9348,-1450r-10,l9338,-925r10,l9348,-1450xm9348,-5519r-10,l9338,-3747r10,l9348,-5519xm11208,-1450r-10,l11198,-925r10,l11208,-1450xm11208,-3747r-10,l9348,-3747r-10,l9338,-3737r,2277l9348,-1460r,-2277l11198,-3737r,2277l11208,-1460r,-2277l11208,-3747xm11208,-5519r-10,l11198,-3747r10,l11208,-5519xm11208,-5528r-10,l9348,-5528r-10,l9338,-5519r10,l11198,-5519r10,l11208,-55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805758">
        <w:pict>
          <v:shape id="_x0000_s1027" style="position:absolute;left:0;text-align:left;margin-left:37.45pt;margin-top:-186.85pt;width:415.9pt;height:141.15pt;z-index:-251651584;mso-position-horizontal-relative:page" coordorigin="749,-3737" coordsize="8318,2823" o:spt="100" adj="0,,0" path="m9067,-1450r-10,l9057,-925r-8308,l749,-915r8308,l9067,-915r,-10l9067,-1450xm9067,-3737r-10,l9057,-1460r-8308,l749,-1450r8308,l9067,-1450r,-10l9067,-3737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F729B4">
        <w:rPr>
          <w:b/>
          <w:i/>
          <w:spacing w:val="-47"/>
          <w:sz w:val="18"/>
        </w:rPr>
        <w:t xml:space="preserve"> </w:t>
      </w:r>
      <w:r w:rsidR="00F729B4">
        <w:rPr>
          <w:b/>
          <w:i/>
          <w:sz w:val="18"/>
        </w:rPr>
        <w:t>αίτηση.</w:t>
      </w:r>
    </w:p>
    <w:p w:rsidR="00E833EB" w:rsidRDefault="00E833EB">
      <w:pPr>
        <w:rPr>
          <w:b/>
          <w:i/>
          <w:sz w:val="20"/>
        </w:rPr>
      </w:pPr>
    </w:p>
    <w:p w:rsidR="00E833EB" w:rsidRDefault="00E833EB">
      <w:pPr>
        <w:spacing w:before="7"/>
        <w:rPr>
          <w:b/>
          <w:i/>
          <w:sz w:val="24"/>
        </w:rPr>
      </w:pPr>
    </w:p>
    <w:tbl>
      <w:tblPr>
        <w:tblStyle w:val="TableNormal"/>
        <w:tblW w:w="0" w:type="auto"/>
        <w:tblInd w:w="8240" w:type="dxa"/>
        <w:tblLayout w:type="fixed"/>
        <w:tblLook w:val="01E0"/>
      </w:tblPr>
      <w:tblGrid>
        <w:gridCol w:w="1782"/>
      </w:tblGrid>
      <w:tr w:rsidR="00E833EB">
        <w:trPr>
          <w:trHeight w:val="906"/>
        </w:trPr>
        <w:tc>
          <w:tcPr>
            <w:tcW w:w="1782" w:type="dxa"/>
          </w:tcPr>
          <w:p w:rsidR="00E833EB" w:rsidRDefault="00F729B4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E833EB">
        <w:trPr>
          <w:trHeight w:val="906"/>
        </w:trPr>
        <w:tc>
          <w:tcPr>
            <w:tcW w:w="1782" w:type="dxa"/>
          </w:tcPr>
          <w:p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:rsidR="00E833EB" w:rsidRDefault="00E833EB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E833EB" w:rsidRDefault="00F729B4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:rsidR="00E833EB" w:rsidRDefault="00E833EB">
      <w:pPr>
        <w:spacing w:line="187" w:lineRule="exact"/>
        <w:jc w:val="center"/>
        <w:rPr>
          <w:sz w:val="18"/>
        </w:rPr>
        <w:sectPr w:rsidR="00E833EB">
          <w:pgSz w:w="11910" w:h="16840"/>
          <w:pgMar w:top="920" w:right="580" w:bottom="1200" w:left="540" w:header="0" w:footer="935" w:gutter="0"/>
          <w:cols w:space="720"/>
        </w:sectPr>
      </w:pPr>
    </w:p>
    <w:p w:rsidR="00E833EB" w:rsidRDefault="00F729B4">
      <w:pPr>
        <w:pStyle w:val="Heading1"/>
        <w:spacing w:before="83"/>
        <w:ind w:left="2568"/>
      </w:pPr>
      <w:r>
        <w:lastRenderedPageBreak/>
        <w:t>ΟΔΗΓΙΕΣ</w:t>
      </w:r>
      <w:r>
        <w:rPr>
          <w:spacing w:val="-3"/>
        </w:rPr>
        <w:t xml:space="preserve"> </w:t>
      </w:r>
      <w:r>
        <w:t>ΣΥΜΠΛΗΡΩΣΗΣ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ΑΙΤΗΣΗΣ</w:t>
      </w:r>
      <w:r>
        <w:rPr>
          <w:spacing w:val="-4"/>
        </w:rPr>
        <w:t xml:space="preserve"> </w:t>
      </w:r>
      <w:r>
        <w:t>ΥΠΟΨΗΦΙΟΤΗΤΑΣ</w:t>
      </w:r>
    </w:p>
    <w:p w:rsidR="00E833EB" w:rsidRDefault="00E833EB">
      <w:pPr>
        <w:rPr>
          <w:b/>
          <w:sz w:val="27"/>
        </w:rPr>
      </w:pPr>
    </w:p>
    <w:p w:rsidR="00E833EB" w:rsidRPr="00F729B4" w:rsidRDefault="00805758" w:rsidP="00F729B4">
      <w:pPr>
        <w:spacing w:before="65" w:line="276" w:lineRule="auto"/>
        <w:ind w:left="1753" w:right="1195" w:hanging="328"/>
        <w:jc w:val="both"/>
        <w:rPr>
          <w:sz w:val="24"/>
        </w:rPr>
      </w:pPr>
      <w:r w:rsidRPr="00805758">
        <w:pict>
          <v:rect id="_x0000_s1026" style="position:absolute;left:0;text-align:left;margin-left:325.45pt;margin-top:31.5pt;width:181.05pt;height:.45pt;z-index:-251650560;mso-position-horizontal-relative:page" fillcolor="black" stroked="f">
            <w10:wrap anchorx="page"/>
          </v:rect>
        </w:pict>
      </w:r>
      <w:r w:rsidR="00F729B4">
        <w:rPr>
          <w:rFonts w:ascii="Calibri" w:hAnsi="Calibri"/>
          <w:sz w:val="24"/>
        </w:rPr>
        <w:t>Α.</w:t>
      </w:r>
      <w:r w:rsidR="00F729B4">
        <w:rPr>
          <w:rFonts w:ascii="Calibri" w:hAnsi="Calibri"/>
          <w:spacing w:val="1"/>
          <w:sz w:val="24"/>
        </w:rPr>
        <w:t xml:space="preserve"> </w:t>
      </w:r>
      <w:r w:rsidR="00F729B4" w:rsidRPr="00F729B4">
        <w:rPr>
          <w:sz w:val="24"/>
        </w:rPr>
        <w:t>Προτού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αρχίσετε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την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συμπλήρωση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της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αίτησής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σας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>και</w:t>
      </w:r>
      <w:r w:rsidR="00F729B4" w:rsidRPr="00F729B4">
        <w:rPr>
          <w:spacing w:val="54"/>
          <w:sz w:val="24"/>
        </w:rPr>
        <w:t xml:space="preserve"> </w:t>
      </w:r>
      <w:r w:rsidR="00F729B4" w:rsidRPr="00F729B4">
        <w:rPr>
          <w:sz w:val="24"/>
        </w:rPr>
        <w:t>προκειμένου να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</w:rPr>
        <w:t xml:space="preserve">προβείτε σε σωστή υποβολή, </w:t>
      </w:r>
      <w:r w:rsidR="00F729B4" w:rsidRPr="00F729B4">
        <w:rPr>
          <w:b/>
          <w:sz w:val="24"/>
        </w:rPr>
        <w:t xml:space="preserve">συνιστάται </w:t>
      </w:r>
      <w:r w:rsidR="00F729B4" w:rsidRPr="00F729B4">
        <w:rPr>
          <w:sz w:val="24"/>
        </w:rPr>
        <w:t>η προσεκτική ανάγνωση των άρθρων</w:t>
      </w:r>
      <w:r w:rsidR="00F729B4" w:rsidRPr="00F729B4">
        <w:rPr>
          <w:spacing w:val="1"/>
          <w:sz w:val="24"/>
        </w:rPr>
        <w:t xml:space="preserve"> </w:t>
      </w:r>
      <w:r w:rsidR="00F729B4" w:rsidRPr="00F729B4">
        <w:rPr>
          <w:sz w:val="24"/>
          <w:u w:val="single"/>
        </w:rPr>
        <w:t>4,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30,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31,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32,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33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και</w:t>
      </w:r>
      <w:r w:rsidR="00F729B4" w:rsidRPr="00F729B4">
        <w:rPr>
          <w:spacing w:val="-1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35</w:t>
      </w:r>
      <w:r w:rsidR="00F729B4" w:rsidRPr="00F729B4">
        <w:rPr>
          <w:spacing w:val="-2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του</w:t>
      </w:r>
      <w:r w:rsidR="00F729B4" w:rsidRPr="00F729B4">
        <w:rPr>
          <w:spacing w:val="3"/>
          <w:sz w:val="24"/>
          <w:u w:val="single"/>
        </w:rPr>
        <w:t xml:space="preserve"> </w:t>
      </w:r>
      <w:r w:rsidR="00F729B4" w:rsidRPr="00F729B4">
        <w:rPr>
          <w:sz w:val="24"/>
          <w:u w:val="single"/>
        </w:rPr>
        <w:t>Ν.4823/2021.</w:t>
      </w:r>
    </w:p>
    <w:p w:rsidR="00E833EB" w:rsidRPr="00F729B4" w:rsidRDefault="00F729B4" w:rsidP="00F729B4">
      <w:pPr>
        <w:pStyle w:val="a3"/>
        <w:spacing w:before="142" w:line="276" w:lineRule="auto"/>
        <w:ind w:left="1786" w:right="1259" w:hanging="360"/>
        <w:jc w:val="both"/>
        <w:rPr>
          <w:rFonts w:ascii="Arial" w:hAnsi="Arial" w:cs="Arial"/>
        </w:rPr>
      </w:pPr>
      <w:r w:rsidRPr="00F729B4">
        <w:rPr>
          <w:rFonts w:ascii="Arial" w:hAnsi="Arial" w:cs="Arial"/>
          <w:sz w:val="24"/>
        </w:rPr>
        <w:t>Β</w:t>
      </w:r>
      <w:r w:rsidRPr="00F729B4">
        <w:rPr>
          <w:rFonts w:ascii="Arial" w:hAnsi="Arial" w:cs="Arial"/>
        </w:rPr>
        <w:t>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Διαβάστε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προσεκτικά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παρακάτω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οδηγίες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υποβολή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δικαιολογητικών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σας: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ind w:right="1255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πτυχία,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33.2.γ)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δικαιολογητικά συμπεριλαμβάνονται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σπουδών.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μετάφραση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(όπου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απαιτείται),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αναγνωρίσεις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ΔΙΚΑΤΣΑ/ΔΟΑΤΑΠ/ITE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τίτλους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αλλοδαπής),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τυχόν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βεβαιώσεις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συνάφειας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καθετί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θεωρείτε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ότι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έχει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σχέση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συγκεκριμένο τίτλο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κάθε μία από τις επιμορφώσεις /πιστοποιήσεις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33.2.β)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αντίστοιχο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πιστοποίηση/επιμόρφωση κατέχετε περισσότερα από ένα έγγραφα, 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5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κοινού.</w:t>
      </w:r>
    </w:p>
    <w:p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line="276" w:lineRule="auto"/>
        <w:ind w:right="1258"/>
        <w:rPr>
          <w:rFonts w:ascii="Arial" w:hAnsi="Arial" w:cs="Arial"/>
        </w:rPr>
      </w:pPr>
      <w:r w:rsidRPr="00F729B4">
        <w:rPr>
          <w:rFonts w:ascii="Arial" w:hAnsi="Arial" w:cs="Arial"/>
          <w:b/>
          <w:w w:val="110"/>
        </w:rPr>
        <w:t>Για την αναγνώριση του συγγραφικού σας έργου</w:t>
      </w:r>
      <w:r w:rsidRPr="00F729B4">
        <w:rPr>
          <w:rFonts w:ascii="Arial" w:hAnsi="Arial" w:cs="Arial"/>
          <w:w w:val="110"/>
        </w:rPr>
        <w:t xml:space="preserve"> (κριτήρια του</w:t>
      </w:r>
      <w:r w:rsidRPr="00F729B4">
        <w:rPr>
          <w:rFonts w:ascii="Arial" w:hAnsi="Arial" w:cs="Arial"/>
          <w:spacing w:val="1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άρθρου</w:t>
      </w:r>
      <w:r w:rsidRPr="00F729B4">
        <w:rPr>
          <w:rFonts w:ascii="Arial" w:hAnsi="Arial" w:cs="Arial"/>
          <w:spacing w:val="-10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33.2.δ):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before="1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βιβλία,</w:t>
      </w:r>
      <w:r w:rsidRPr="00F729B4">
        <w:rPr>
          <w:rFonts w:ascii="Arial" w:hAnsi="Arial" w:cs="Arial"/>
        </w:rPr>
        <w:t xml:space="preserve"> καταθέτετε το εξώφυλλο, τη σελίδα στην 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 ISBN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του βιβλίου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 τα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περιεχόμενά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του.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line="276" w:lineRule="auto"/>
        <w:ind w:right="125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κεφάλαια</w:t>
      </w:r>
      <w:r w:rsidRPr="00F729B4">
        <w:rPr>
          <w:rFonts w:ascii="Arial" w:hAnsi="Arial" w:cs="Arial"/>
        </w:rPr>
        <w:t>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ISBN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34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και την πρώτη σελίδα του κεφαλαίου στην οποία θα 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ευκρινώς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τίτλος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κεφαλαίου.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line="276" w:lineRule="auto"/>
        <w:ind w:left="3010" w:right="0" w:hanging="361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πρακτικά,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25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την</w:t>
      </w:r>
    </w:p>
    <w:p w:rsidR="00E833EB" w:rsidRPr="00F729B4" w:rsidRDefault="00F729B4" w:rsidP="00F729B4">
      <w:pPr>
        <w:pStyle w:val="a3"/>
        <w:spacing w:before="16" w:line="276" w:lineRule="auto"/>
        <w:ind w:left="301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ISBN/ΙSSN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πρώτη σελίδα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της εισήγησης.</w:t>
      </w:r>
    </w:p>
    <w:p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before="5" w:line="276" w:lineRule="auto"/>
        <w:ind w:left="3010"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άρθρα,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περιοδικού,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 στην οποία φαίνεται ο αριθμός ΙSSN του περιοδικού 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 πρώτη σελίδα του άρθρου στην οποία θα φαίνεται ευκρινώς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ο τίτλος.</w:t>
      </w:r>
    </w:p>
    <w:p w:rsidR="00E833EB" w:rsidRPr="00F729B4" w:rsidRDefault="00F729B4" w:rsidP="00F729B4">
      <w:pPr>
        <w:pStyle w:val="a3"/>
        <w:spacing w:line="276" w:lineRule="auto"/>
        <w:ind w:left="2650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Επισημαίνουμε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ότι :</w:t>
      </w:r>
    </w:p>
    <w:p w:rsidR="00E833EB" w:rsidRPr="00F729B4" w:rsidRDefault="00F729B4" w:rsidP="00F729B4">
      <w:pPr>
        <w:pStyle w:val="a3"/>
        <w:spacing w:before="18" w:line="276" w:lineRule="auto"/>
        <w:ind w:left="265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α) Το όνομα του συγγραφέα (το δικό σας) θα πρέπει να εμφανίζεται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κάποιο 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συνημμένα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έγγραφα.</w:t>
      </w:r>
    </w:p>
    <w:p w:rsidR="00E833EB" w:rsidRPr="00F729B4" w:rsidRDefault="00F729B4" w:rsidP="00F729B4">
      <w:pPr>
        <w:pStyle w:val="a3"/>
        <w:spacing w:line="276" w:lineRule="auto"/>
        <w:ind w:left="2650" w:right="1266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Β) ΔΕΝ απαιτούνται μεταφράσεις για ξενόγλωσσο συγγραφικό 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Αυτό αποτελεί ειδική οδηγία-εξαίρεση που ισχύει ειδικά και μόνο για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συγγραφικό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ξενόγλωσσο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επισυνάπτετε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στην αίτησή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σας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απαιτεί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επίσημη</w:t>
      </w:r>
      <w:r w:rsidRPr="00F729B4">
        <w:rPr>
          <w:rFonts w:ascii="Arial" w:hAnsi="Arial" w:cs="Arial"/>
          <w:spacing w:val="-4"/>
        </w:rPr>
        <w:t xml:space="preserve"> </w:t>
      </w:r>
      <w:r w:rsidRPr="00F729B4">
        <w:rPr>
          <w:rFonts w:ascii="Arial" w:hAnsi="Arial" w:cs="Arial"/>
        </w:rPr>
        <w:t>μετάφραση.</w:t>
      </w:r>
    </w:p>
    <w:p w:rsidR="00E833EB" w:rsidRPr="00F729B4" w:rsidRDefault="00F729B4" w:rsidP="00F729B4">
      <w:pPr>
        <w:pStyle w:val="a4"/>
        <w:numPr>
          <w:ilvl w:val="0"/>
          <w:numId w:val="1"/>
        </w:numPr>
        <w:tabs>
          <w:tab w:val="left" w:pos="2138"/>
        </w:tabs>
        <w:spacing w:before="34" w:line="276" w:lineRule="auto"/>
        <w:ind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Οι βεβαιώσεις παροχής επιμορφωτικού έργου σε προγράμματα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33.3.β)</w:t>
      </w:r>
      <w:r w:rsidRPr="00F729B4">
        <w:rPr>
          <w:rFonts w:ascii="Arial" w:hAnsi="Arial" w:cs="Arial"/>
          <w:spacing w:val="1"/>
        </w:rPr>
        <w:t xml:space="preserve"> και συμμετοχής σε ερευνητικά προγράμματα </w:t>
      </w:r>
      <w:r w:rsidRPr="00F729B4">
        <w:rPr>
          <w:rFonts w:ascii="Arial" w:hAnsi="Arial" w:cs="Arial"/>
        </w:rPr>
        <w:t>(κριτήρια του άρθρου 33.3.γ) κατατίθενται με ξεχωριστό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κατέχετε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περισσότερα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ένα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έγγραφα,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 κοινού.</w:t>
      </w:r>
    </w:p>
    <w:sectPr w:rsidR="00E833EB" w:rsidRPr="00F729B4" w:rsidSect="00E833EB">
      <w:footerReference w:type="default" r:id="rId8"/>
      <w:pgSz w:w="11910" w:h="16840"/>
      <w:pgMar w:top="780" w:right="580" w:bottom="280" w:left="5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410" w:rsidRDefault="00897410" w:rsidP="00E833EB">
      <w:r>
        <w:separator/>
      </w:r>
    </w:p>
  </w:endnote>
  <w:endnote w:type="continuationSeparator" w:id="0">
    <w:p w:rsidR="00897410" w:rsidRDefault="00897410" w:rsidP="00E83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Yu Gothic UI">
    <w:altName w:val="Arial"/>
    <w:charset w:val="01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10" w:rsidRDefault="00805758" w:rsidP="00F729B4">
    <w:pPr>
      <w:pStyle w:val="a3"/>
      <w:tabs>
        <w:tab w:val="left" w:pos="864"/>
      </w:tabs>
      <w:spacing w:line="14" w:lineRule="auto"/>
      <w:rPr>
        <w:sz w:val="16"/>
      </w:rPr>
    </w:pPr>
    <w:r w:rsidRPr="008057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7.4pt;margin-top:780.15pt;width:75.95pt;height:14pt;z-index:-251658752;mso-position-horizontal-relative:page;mso-position-vertical-relative:page" filled="f" stroked="f">
          <v:textbox inset="0,0,0,0">
            <w:txbxContent>
              <w:p w:rsidR="00897410" w:rsidRDefault="00897410">
                <w:pPr>
                  <w:spacing w:before="20"/>
                  <w:ind w:left="20"/>
                  <w:rPr>
                    <w:rFonts w:ascii="Segoe UI" w:hAnsi="Segoe UI"/>
                    <w:b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>Σελίδα</w:t>
                </w:r>
                <w:r>
                  <w:rPr>
                    <w:rFonts w:ascii="Segoe UI" w:hAnsi="Segoe UI"/>
                    <w:spacing w:val="-1"/>
                    <w:sz w:val="18"/>
                  </w:rPr>
                  <w:t xml:space="preserve"> </w:t>
                </w:r>
                <w:r w:rsidR="00805758">
                  <w:fldChar w:fldCharType="begin"/>
                </w:r>
                <w:r>
                  <w:rPr>
                    <w:rFonts w:ascii="Segoe UI" w:hAnsi="Segoe UI"/>
                    <w:b/>
                    <w:sz w:val="18"/>
                  </w:rPr>
                  <w:instrText xml:space="preserve"> PAGE </w:instrText>
                </w:r>
                <w:r w:rsidR="00805758">
                  <w:fldChar w:fldCharType="separate"/>
                </w:r>
                <w:r w:rsidR="006E0776">
                  <w:rPr>
                    <w:rFonts w:ascii="Segoe UI" w:hAnsi="Segoe UI"/>
                    <w:b/>
                    <w:noProof/>
                    <w:sz w:val="18"/>
                  </w:rPr>
                  <w:t>1</w:t>
                </w:r>
                <w:r w:rsidR="00805758">
                  <w:fldChar w:fldCharType="end"/>
                </w:r>
                <w:r>
                  <w:rPr>
                    <w:rFonts w:ascii="Segoe UI" w:hAnsi="Segoe U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 xml:space="preserve">από </w:t>
                </w:r>
                <w:r>
                  <w:rPr>
                    <w:rFonts w:ascii="Segoe UI" w:hAnsi="Segoe UI"/>
                    <w:b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10" w:rsidRDefault="00897410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410" w:rsidRDefault="00897410" w:rsidP="00E833EB">
      <w:r>
        <w:separator/>
      </w:r>
    </w:p>
  </w:footnote>
  <w:footnote w:type="continuationSeparator" w:id="0">
    <w:p w:rsidR="00897410" w:rsidRDefault="00897410" w:rsidP="00E833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78A9"/>
    <w:multiLevelType w:val="hybridMultilevel"/>
    <w:tmpl w:val="70CCDE74"/>
    <w:lvl w:ilvl="0" w:tplc="C72C86EC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18C0960">
      <w:numFmt w:val="bullet"/>
      <w:lvlText w:val="o"/>
      <w:lvlJc w:val="left"/>
      <w:pPr>
        <w:ind w:left="301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05525910">
      <w:numFmt w:val="bullet"/>
      <w:lvlText w:val="•"/>
      <w:lvlJc w:val="left"/>
      <w:pPr>
        <w:ind w:left="3882" w:hanging="360"/>
      </w:pPr>
      <w:rPr>
        <w:rFonts w:hint="default"/>
        <w:lang w:val="el-GR" w:eastAsia="en-US" w:bidi="ar-SA"/>
      </w:rPr>
    </w:lvl>
    <w:lvl w:ilvl="3" w:tplc="4C52754C">
      <w:numFmt w:val="bullet"/>
      <w:lvlText w:val="•"/>
      <w:lvlJc w:val="left"/>
      <w:pPr>
        <w:ind w:left="4745" w:hanging="360"/>
      </w:pPr>
      <w:rPr>
        <w:rFonts w:hint="default"/>
        <w:lang w:val="el-GR" w:eastAsia="en-US" w:bidi="ar-SA"/>
      </w:rPr>
    </w:lvl>
    <w:lvl w:ilvl="4" w:tplc="7490224A">
      <w:numFmt w:val="bullet"/>
      <w:lvlText w:val="•"/>
      <w:lvlJc w:val="left"/>
      <w:pPr>
        <w:ind w:left="5608" w:hanging="360"/>
      </w:pPr>
      <w:rPr>
        <w:rFonts w:hint="default"/>
        <w:lang w:val="el-GR" w:eastAsia="en-US" w:bidi="ar-SA"/>
      </w:rPr>
    </w:lvl>
    <w:lvl w:ilvl="5" w:tplc="BBFA1B04">
      <w:numFmt w:val="bullet"/>
      <w:lvlText w:val="•"/>
      <w:lvlJc w:val="left"/>
      <w:pPr>
        <w:ind w:left="6471" w:hanging="360"/>
      </w:pPr>
      <w:rPr>
        <w:rFonts w:hint="default"/>
        <w:lang w:val="el-GR" w:eastAsia="en-US" w:bidi="ar-SA"/>
      </w:rPr>
    </w:lvl>
    <w:lvl w:ilvl="6" w:tplc="B210BD5E">
      <w:numFmt w:val="bullet"/>
      <w:lvlText w:val="•"/>
      <w:lvlJc w:val="left"/>
      <w:pPr>
        <w:ind w:left="7334" w:hanging="360"/>
      </w:pPr>
      <w:rPr>
        <w:rFonts w:hint="default"/>
        <w:lang w:val="el-GR" w:eastAsia="en-US" w:bidi="ar-SA"/>
      </w:rPr>
    </w:lvl>
    <w:lvl w:ilvl="7" w:tplc="4AD08476">
      <w:numFmt w:val="bullet"/>
      <w:lvlText w:val="•"/>
      <w:lvlJc w:val="left"/>
      <w:pPr>
        <w:ind w:left="8197" w:hanging="360"/>
      </w:pPr>
      <w:rPr>
        <w:rFonts w:hint="default"/>
        <w:lang w:val="el-GR" w:eastAsia="en-US" w:bidi="ar-SA"/>
      </w:rPr>
    </w:lvl>
    <w:lvl w:ilvl="8" w:tplc="16B0A2F0">
      <w:numFmt w:val="bullet"/>
      <w:lvlText w:val="•"/>
      <w:lvlJc w:val="left"/>
      <w:pPr>
        <w:ind w:left="9060" w:hanging="360"/>
      </w:pPr>
      <w:rPr>
        <w:rFonts w:hint="default"/>
        <w:lang w:val="el-GR" w:eastAsia="en-US" w:bidi="ar-SA"/>
      </w:rPr>
    </w:lvl>
  </w:abstractNum>
  <w:abstractNum w:abstractNumId="1">
    <w:nsid w:val="27470F0D"/>
    <w:multiLevelType w:val="hybridMultilevel"/>
    <w:tmpl w:val="43883B32"/>
    <w:lvl w:ilvl="0" w:tplc="35CE6EEC">
      <w:numFmt w:val="bullet"/>
      <w:lvlText w:val=""/>
      <w:lvlJc w:val="left"/>
      <w:pPr>
        <w:ind w:left="2137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460C1EE">
      <w:numFmt w:val="bullet"/>
      <w:lvlText w:val="•"/>
      <w:lvlJc w:val="left"/>
      <w:pPr>
        <w:ind w:left="3004" w:hanging="360"/>
      </w:pPr>
      <w:rPr>
        <w:rFonts w:hint="default"/>
        <w:lang w:val="el-GR" w:eastAsia="en-US" w:bidi="ar-SA"/>
      </w:rPr>
    </w:lvl>
    <w:lvl w:ilvl="2" w:tplc="51DCD2E8">
      <w:numFmt w:val="bullet"/>
      <w:lvlText w:val="•"/>
      <w:lvlJc w:val="left"/>
      <w:pPr>
        <w:ind w:left="3869" w:hanging="360"/>
      </w:pPr>
      <w:rPr>
        <w:rFonts w:hint="default"/>
        <w:lang w:val="el-GR" w:eastAsia="en-US" w:bidi="ar-SA"/>
      </w:rPr>
    </w:lvl>
    <w:lvl w:ilvl="3" w:tplc="AD30A700">
      <w:numFmt w:val="bullet"/>
      <w:lvlText w:val="•"/>
      <w:lvlJc w:val="left"/>
      <w:pPr>
        <w:ind w:left="4733" w:hanging="360"/>
      </w:pPr>
      <w:rPr>
        <w:rFonts w:hint="default"/>
        <w:lang w:val="el-GR" w:eastAsia="en-US" w:bidi="ar-SA"/>
      </w:rPr>
    </w:lvl>
    <w:lvl w:ilvl="4" w:tplc="47306D0E">
      <w:numFmt w:val="bullet"/>
      <w:lvlText w:val="•"/>
      <w:lvlJc w:val="left"/>
      <w:pPr>
        <w:ind w:left="5598" w:hanging="360"/>
      </w:pPr>
      <w:rPr>
        <w:rFonts w:hint="default"/>
        <w:lang w:val="el-GR" w:eastAsia="en-US" w:bidi="ar-SA"/>
      </w:rPr>
    </w:lvl>
    <w:lvl w:ilvl="5" w:tplc="1F1828AA">
      <w:numFmt w:val="bullet"/>
      <w:lvlText w:val="•"/>
      <w:lvlJc w:val="left"/>
      <w:pPr>
        <w:ind w:left="6463" w:hanging="360"/>
      </w:pPr>
      <w:rPr>
        <w:rFonts w:hint="default"/>
        <w:lang w:val="el-GR" w:eastAsia="en-US" w:bidi="ar-SA"/>
      </w:rPr>
    </w:lvl>
    <w:lvl w:ilvl="6" w:tplc="62585DCC">
      <w:numFmt w:val="bullet"/>
      <w:lvlText w:val="•"/>
      <w:lvlJc w:val="left"/>
      <w:pPr>
        <w:ind w:left="7327" w:hanging="360"/>
      </w:pPr>
      <w:rPr>
        <w:rFonts w:hint="default"/>
        <w:lang w:val="el-GR" w:eastAsia="en-US" w:bidi="ar-SA"/>
      </w:rPr>
    </w:lvl>
    <w:lvl w:ilvl="7" w:tplc="E1226586">
      <w:numFmt w:val="bullet"/>
      <w:lvlText w:val="•"/>
      <w:lvlJc w:val="left"/>
      <w:pPr>
        <w:ind w:left="8192" w:hanging="360"/>
      </w:pPr>
      <w:rPr>
        <w:rFonts w:hint="default"/>
        <w:lang w:val="el-GR" w:eastAsia="en-US" w:bidi="ar-SA"/>
      </w:rPr>
    </w:lvl>
    <w:lvl w:ilvl="8" w:tplc="412CB230">
      <w:numFmt w:val="bullet"/>
      <w:lvlText w:val="•"/>
      <w:lvlJc w:val="left"/>
      <w:pPr>
        <w:ind w:left="905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833EB"/>
    <w:rsid w:val="000F04EC"/>
    <w:rsid w:val="001C543F"/>
    <w:rsid w:val="00365524"/>
    <w:rsid w:val="00453BAF"/>
    <w:rsid w:val="00517E7E"/>
    <w:rsid w:val="006E0776"/>
    <w:rsid w:val="00805758"/>
    <w:rsid w:val="00897410"/>
    <w:rsid w:val="00B634A2"/>
    <w:rsid w:val="00E833EB"/>
    <w:rsid w:val="00F019B1"/>
    <w:rsid w:val="00F729B4"/>
    <w:rsid w:val="00FA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44" type="connector" idref="#_x0000_s1138"/>
        <o:r id="V:Rule45" type="connector" idref="#_x0000_s1126"/>
        <o:r id="V:Rule46" type="connector" idref="#_x0000_s1111"/>
        <o:r id="V:Rule47" type="connector" idref="#_x0000_s1150"/>
        <o:r id="V:Rule48" type="connector" idref="#_x0000_s1156"/>
        <o:r id="V:Rule49" type="connector" idref="#_x0000_s1157"/>
        <o:r id="V:Rule50" type="connector" idref="#_x0000_s1135"/>
        <o:r id="V:Rule51" type="connector" idref="#_x0000_s1137"/>
        <o:r id="V:Rule52" type="connector" idref="#_x0000_s1120"/>
        <o:r id="V:Rule53" type="connector" idref="#_x0000_s1132"/>
        <o:r id="V:Rule54" type="connector" idref="#_x0000_s1115"/>
        <o:r id="V:Rule55" type="connector" idref="#_x0000_s1113"/>
        <o:r id="V:Rule56" type="connector" idref="#_x0000_s1155"/>
        <o:r id="V:Rule57" type="connector" idref="#_x0000_s1143"/>
        <o:r id="V:Rule58" type="connector" idref="#_x0000_s1114"/>
        <o:r id="V:Rule59" type="connector" idref="#_x0000_s1125"/>
        <o:r id="V:Rule60" type="connector" idref="#_x0000_s1145"/>
        <o:r id="V:Rule61" type="connector" idref="#_x0000_s1128"/>
        <o:r id="V:Rule62" type="connector" idref="#_x0000_s1158"/>
        <o:r id="V:Rule63" type="connector" idref="#_x0000_s1129"/>
        <o:r id="V:Rule64" type="connector" idref="#_x0000_s1151"/>
        <o:r id="V:Rule65" type="connector" idref="#_x0000_s1122"/>
        <o:r id="V:Rule66" type="connector" idref="#_x0000_s1117"/>
        <o:r id="V:Rule67" type="connector" idref="#_x0000_s1149"/>
        <o:r id="V:Rule68" type="connector" idref="#_x0000_s1153"/>
        <o:r id="V:Rule69" type="connector" idref="#_x0000_s1118"/>
        <o:r id="V:Rule70" type="connector" idref="#_x0000_s1146"/>
        <o:r id="V:Rule71" type="connector" idref="#_x0000_s1139"/>
        <o:r id="V:Rule72" type="connector" idref="#_x0000_s1140"/>
        <o:r id="V:Rule73" type="connector" idref="#_x0000_s1134"/>
        <o:r id="V:Rule74" type="connector" idref="#_x0000_s1116"/>
        <o:r id="V:Rule75" type="connector" idref="#_x0000_s1136"/>
        <o:r id="V:Rule76" type="connector" idref="#_x0000_s1123"/>
        <o:r id="V:Rule77" type="connector" idref="#_x0000_s1121"/>
        <o:r id="V:Rule78" type="connector" idref="#_x0000_s1127"/>
        <o:r id="V:Rule79" type="connector" idref="#_x0000_s1112"/>
        <o:r id="V:Rule80" type="connector" idref="#_x0000_s1148"/>
        <o:r id="V:Rule81" type="connector" idref="#_x0000_s1130"/>
        <o:r id="V:Rule82" type="connector" idref="#_x0000_s1159"/>
        <o:r id="V:Rule83" type="connector" idref="#_x0000_s1119"/>
        <o:r id="V:Rule84" type="connector" idref="#_x0000_s1152"/>
        <o:r id="V:Rule85" type="connector" idref="#_x0000_s1133"/>
        <o:r id="V:Rule86" type="connector" idref="#_x0000_s11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33EB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3EB"/>
    <w:rPr>
      <w:rFonts w:ascii="Yu Gothic UI" w:eastAsia="Yu Gothic UI" w:hAnsi="Yu Gothic UI" w:cs="Yu Gothic UI"/>
    </w:rPr>
  </w:style>
  <w:style w:type="paragraph" w:customStyle="1" w:styleId="Heading1">
    <w:name w:val="Heading 1"/>
    <w:basedOn w:val="a"/>
    <w:uiPriority w:val="1"/>
    <w:qFormat/>
    <w:rsid w:val="00E833EB"/>
    <w:pPr>
      <w:ind w:left="312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833EB"/>
    <w:pPr>
      <w:ind w:left="2299" w:right="1256" w:hanging="360"/>
      <w:jc w:val="both"/>
    </w:pPr>
    <w:rPr>
      <w:rFonts w:ascii="Yu Gothic UI" w:eastAsia="Yu Gothic UI" w:hAnsi="Yu Gothic UI" w:cs="Yu Gothic UI"/>
    </w:rPr>
  </w:style>
  <w:style w:type="paragraph" w:customStyle="1" w:styleId="TableParagraph">
    <w:name w:val="Table Paragraph"/>
    <w:basedOn w:val="a"/>
    <w:uiPriority w:val="1"/>
    <w:qFormat/>
    <w:rsid w:val="00E833EB"/>
  </w:style>
  <w:style w:type="paragraph" w:styleId="a5">
    <w:name w:val="header"/>
    <w:basedOn w:val="a"/>
    <w:link w:val="Char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F729B4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F729B4"/>
    <w:rPr>
      <w:rFonts w:ascii="Arial" w:eastAsia="Arial" w:hAnsi="Arial" w:cs="Arial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1844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Υποψηφιότητας για Σ.Μ. της Δ.Δ.Ε. Λευκάδας</vt:lpstr>
    </vt:vector>
  </TitlesOfParts>
  <Company/>
  <LinksUpToDate>false</LinksUpToDate>
  <CharactersWithSpaces>11780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Υποψηφιότητας για Σ.Μ. της Δ.Δ.Ε. Λευκάδας</dc:title>
  <dc:creator>Τμήμα Πληροφορικής Δ.Δ.Ε. Λευκάδας</dc:creator>
  <cp:lastModifiedBy>admin</cp:lastModifiedBy>
  <cp:revision>3</cp:revision>
  <dcterms:created xsi:type="dcterms:W3CDTF">2023-08-04T07:31:00Z</dcterms:created>
  <dcterms:modified xsi:type="dcterms:W3CDTF">2025-07-29T12:22:00Z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2023-08-04T00:00:00Z</vt:filetime>
  </property>
</Properties>
</file>