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56F2" w14:textId="77777777" w:rsidR="00EC3607" w:rsidRDefault="00B00DD8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 w14:anchorId="3EF7D381">
          <v:rect id="Rectangle 3" o:spid="_x0000_s1026" style="position:absolute;margin-left:-17.85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 stroked="f"/>
        </w:pict>
      </w:r>
    </w:p>
    <w:p w14:paraId="16386BCA" w14:textId="77777777" w:rsidR="00F343A9" w:rsidRPr="00F343A9" w:rsidRDefault="00F343A9" w:rsidP="00F343A9"/>
    <w:p w14:paraId="0D8BF130" w14:textId="77777777" w:rsidR="00EC3607" w:rsidRPr="00122D9C" w:rsidRDefault="00EC3607">
      <w:pPr>
        <w:pStyle w:val="3"/>
        <w:rPr>
          <w:rFonts w:asciiTheme="minorHAnsi" w:hAnsiTheme="minorHAnsi" w:cstheme="minorHAnsi"/>
        </w:rPr>
      </w:pPr>
      <w:r w:rsidRPr="00122D9C">
        <w:rPr>
          <w:rFonts w:asciiTheme="minorHAnsi" w:hAnsiTheme="minorHAnsi" w:cstheme="minorHAnsi"/>
        </w:rPr>
        <w:t>ΥΠΕΥΘΥΝΗ ΔΗΛΩΣΗ</w:t>
      </w:r>
    </w:p>
    <w:p w14:paraId="4CB078E2" w14:textId="77777777" w:rsidR="00EC3607" w:rsidRPr="00122D9C" w:rsidRDefault="00EC3607">
      <w:pPr>
        <w:pStyle w:val="3"/>
        <w:rPr>
          <w:rFonts w:asciiTheme="minorHAnsi" w:hAnsiTheme="minorHAnsi" w:cstheme="minorHAnsi"/>
          <w:sz w:val="24"/>
          <w:vertAlign w:val="superscript"/>
        </w:rPr>
      </w:pPr>
      <w:r w:rsidRPr="00122D9C">
        <w:rPr>
          <w:rFonts w:asciiTheme="minorHAnsi" w:hAnsiTheme="minorHAnsi" w:cstheme="minorHAnsi"/>
          <w:sz w:val="24"/>
          <w:vertAlign w:val="superscript"/>
        </w:rPr>
        <w:t>(άρθρο 8 Ν.1599/1986)</w:t>
      </w:r>
    </w:p>
    <w:p w14:paraId="291A43A7" w14:textId="77777777" w:rsidR="00EC3607" w:rsidRPr="00122D9C" w:rsidRDefault="00EC3607">
      <w:pPr>
        <w:pStyle w:val="a3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14:paraId="6FA2376E" w14:textId="77777777" w:rsidR="00883206" w:rsidRDefault="00EC3607" w:rsidP="00883206">
      <w:pPr>
        <w:pStyle w:val="20"/>
        <w:tabs>
          <w:tab w:val="left" w:pos="10206"/>
        </w:tabs>
        <w:ind w:right="139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14:paraId="3D356807" w14:textId="77777777" w:rsidR="00EC3607" w:rsidRPr="00122D9C" w:rsidRDefault="00EC3607" w:rsidP="00883206">
      <w:pPr>
        <w:pStyle w:val="20"/>
        <w:ind w:right="139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(άρθρο 8 παρ. 4 Ν. 1599/1986)</w:t>
      </w:r>
    </w:p>
    <w:p w14:paraId="44E4B221" w14:textId="77777777" w:rsidR="00EC3607" w:rsidRPr="00122D9C" w:rsidRDefault="00EC3607">
      <w:pPr>
        <w:rPr>
          <w:rFonts w:asciiTheme="minorHAnsi" w:hAnsiTheme="minorHAnsi" w:cstheme="minorHAnsi"/>
          <w:sz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447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:rsidRPr="00883206" w14:paraId="4E8EDDA7" w14:textId="77777777" w:rsidTr="00883206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149270CF" w14:textId="77777777"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ΠΡΟΣ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(1)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9354" w:type="dxa"/>
            <w:gridSpan w:val="14"/>
          </w:tcPr>
          <w:p w14:paraId="50FE805A" w14:textId="77777777" w:rsidR="00EC3607" w:rsidRPr="00883206" w:rsidRDefault="00637C6F" w:rsidP="00883206">
            <w:pPr>
              <w:spacing w:before="240"/>
              <w:ind w:right="-687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Τοπικό Συμβού</w:t>
            </w:r>
            <w:r w:rsidR="005D50F4" w:rsidRP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λιο Επιλογής </w:t>
            </w:r>
            <w:r w:rsid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της ΔΔΕ Λασιθίου</w:t>
            </w:r>
          </w:p>
        </w:tc>
      </w:tr>
      <w:tr w:rsidR="00EC3607" w:rsidRPr="00883206" w14:paraId="75360218" w14:textId="77777777" w:rsidTr="00883206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59DA2B27" w14:textId="77777777"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Ο – Η Όνομα:</w:t>
            </w:r>
          </w:p>
        </w:tc>
        <w:tc>
          <w:tcPr>
            <w:tcW w:w="4103" w:type="dxa"/>
            <w:gridSpan w:val="5"/>
          </w:tcPr>
          <w:p w14:paraId="21B66F0E" w14:textId="77777777"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6ECF3789" w14:textId="77777777"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1E927F9A" w14:textId="77777777"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14:paraId="189BEF87" w14:textId="77777777" w:rsidTr="00B33115">
        <w:trPr>
          <w:gridAfter w:val="1"/>
          <w:wAfter w:w="6" w:type="dxa"/>
          <w:cantSplit/>
          <w:trHeight w:val="275"/>
        </w:trPr>
        <w:tc>
          <w:tcPr>
            <w:tcW w:w="2802" w:type="dxa"/>
            <w:gridSpan w:val="4"/>
          </w:tcPr>
          <w:p w14:paraId="33FB5A0A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4CBA0D45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14:paraId="41898C57" w14:textId="77777777" w:rsidTr="00883206">
        <w:trPr>
          <w:gridAfter w:val="1"/>
          <w:wAfter w:w="6" w:type="dxa"/>
          <w:cantSplit/>
          <w:trHeight w:val="99"/>
        </w:trPr>
        <w:tc>
          <w:tcPr>
            <w:tcW w:w="2802" w:type="dxa"/>
            <w:gridSpan w:val="4"/>
          </w:tcPr>
          <w:p w14:paraId="3140D141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1EA881D5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14:paraId="35B5AB7D" w14:textId="77777777" w:rsidTr="00883206">
        <w:trPr>
          <w:gridAfter w:val="1"/>
          <w:wAfter w:w="6" w:type="dxa"/>
          <w:cantSplit/>
        </w:trPr>
        <w:tc>
          <w:tcPr>
            <w:tcW w:w="2802" w:type="dxa"/>
            <w:gridSpan w:val="4"/>
          </w:tcPr>
          <w:p w14:paraId="54D9B5C7" w14:textId="77777777" w:rsidR="00EC3607" w:rsidRPr="00883206" w:rsidRDefault="00EC3607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Ημερομηνία γέννησης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(2)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3F1F7AC5" w14:textId="77777777" w:rsidR="00EC3607" w:rsidRPr="00883206" w:rsidRDefault="00EC3607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14:paraId="697E329C" w14:textId="77777777" w:rsidTr="00883206">
        <w:trPr>
          <w:gridAfter w:val="1"/>
          <w:wAfter w:w="6" w:type="dxa"/>
          <w:cantSplit/>
          <w:trHeight w:val="99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9EAC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F22C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14:paraId="38005B0D" w14:textId="77777777" w:rsidTr="00883206">
        <w:trPr>
          <w:gridAfter w:val="1"/>
          <w:wAfter w:w="6" w:type="dxa"/>
          <w:cantSplit/>
        </w:trPr>
        <w:tc>
          <w:tcPr>
            <w:tcW w:w="2802" w:type="dxa"/>
            <w:gridSpan w:val="4"/>
          </w:tcPr>
          <w:p w14:paraId="29688675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29FB03AF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1DC90780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Τηλ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</w:tcPr>
          <w:p w14:paraId="44317272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14:paraId="0E1F639B" w14:textId="77777777" w:rsidTr="00883206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00B1E12F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Τόπος Κατοικίας:</w:t>
            </w:r>
          </w:p>
        </w:tc>
        <w:tc>
          <w:tcPr>
            <w:tcW w:w="3054" w:type="dxa"/>
            <w:gridSpan w:val="3"/>
          </w:tcPr>
          <w:p w14:paraId="43188B49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FA446BD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</w:tcPr>
          <w:p w14:paraId="7C3A9015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14:paraId="6DB66425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Αριθ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14:paraId="092CDCA6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</w:tcPr>
          <w:p w14:paraId="191993DD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ΤΚ:</w:t>
            </w:r>
          </w:p>
        </w:tc>
        <w:tc>
          <w:tcPr>
            <w:tcW w:w="1291" w:type="dxa"/>
          </w:tcPr>
          <w:p w14:paraId="054A4AAC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14:paraId="3D3A46F5" w14:textId="77777777" w:rsidTr="00883206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653CF0D9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Αρ. </w:t>
            </w: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Τηλεομοιοτύπου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Fax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507" w:type="dxa"/>
            <w:gridSpan w:val="5"/>
            <w:vAlign w:val="bottom"/>
          </w:tcPr>
          <w:p w14:paraId="6DF08FDE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0CC2C16" w14:textId="77777777" w:rsidR="00EC3607" w:rsidRPr="00883206" w:rsidRDefault="00EC36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Δ/νση</w:t>
            </w:r>
            <w:proofErr w:type="spellEnd"/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 Ηλεκτρ. Ταχυδρομείου</w:t>
            </w:r>
          </w:p>
          <w:p w14:paraId="73C42C51" w14:textId="77777777" w:rsidR="00EC3607" w:rsidRPr="00883206" w:rsidRDefault="00EC36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(Ε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mail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47E527F2" w14:textId="77777777"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FC0E8E3" w14:textId="77777777" w:rsidR="00EC3607" w:rsidRPr="00122D9C" w:rsidRDefault="00EC3607">
      <w:pPr>
        <w:rPr>
          <w:rFonts w:asciiTheme="minorHAnsi" w:hAnsiTheme="minorHAnsi" w:cstheme="minorHAnsi"/>
          <w:b/>
          <w:sz w:val="28"/>
        </w:rPr>
      </w:pPr>
    </w:p>
    <w:p w14:paraId="26B33C09" w14:textId="77777777" w:rsidR="00EC3607" w:rsidRPr="00122D9C" w:rsidRDefault="00EC3607">
      <w:pPr>
        <w:rPr>
          <w:rFonts w:asciiTheme="minorHAnsi" w:hAnsiTheme="minorHAnsi" w:cstheme="minorHAnsi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:rsidRPr="00122D9C" w14:paraId="729D2FD0" w14:textId="77777777" w:rsidTr="008E2645">
        <w:tc>
          <w:tcPr>
            <w:tcW w:w="10420" w:type="dxa"/>
          </w:tcPr>
          <w:p w14:paraId="4512EA94" w14:textId="413F0221" w:rsidR="00EC3607" w:rsidRPr="00122D9C" w:rsidRDefault="00EC3607">
            <w:pPr>
              <w:ind w:right="124"/>
              <w:rPr>
                <w:rFonts w:asciiTheme="minorHAnsi" w:hAnsiTheme="minorHAnsi" w:cstheme="minorHAnsi"/>
                <w:sz w:val="18"/>
              </w:rPr>
            </w:pPr>
            <w:r w:rsidRPr="00122D9C">
              <w:rPr>
                <w:rFonts w:asciiTheme="minorHAnsi" w:hAnsiTheme="minorHAnsi" w:cstheme="minorHAnsi"/>
                <w:sz w:val="18"/>
              </w:rPr>
              <w:t xml:space="preserve">Με ατομική μου ευθύνη και γνωρίζοντας τις κυρώσεις </w:t>
            </w:r>
            <w:r w:rsidRPr="00122D9C">
              <w:rPr>
                <w:rFonts w:asciiTheme="minorHAnsi" w:hAnsiTheme="minorHAnsi" w:cstheme="minorHAnsi"/>
                <w:sz w:val="18"/>
                <w:vertAlign w:val="superscript"/>
              </w:rPr>
              <w:t>(3</w:t>
            </w:r>
            <w:r w:rsidR="00B33115">
              <w:rPr>
                <w:rFonts w:asciiTheme="minorHAnsi" w:hAnsiTheme="minorHAnsi" w:cstheme="minorHAnsi"/>
                <w:sz w:val="18"/>
                <w:vertAlign w:val="superscript"/>
              </w:rPr>
              <w:t>)</w:t>
            </w:r>
            <w:r w:rsidRPr="00122D9C">
              <w:rPr>
                <w:rFonts w:asciiTheme="minorHAnsi" w:hAnsiTheme="minorHAnsi" w:cstheme="minorHAnsi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14:paraId="01BE0A48" w14:textId="77777777" w:rsidR="00580E54" w:rsidRPr="00122D9C" w:rsidRDefault="00580E54">
            <w:pPr>
              <w:ind w:right="124"/>
              <w:rPr>
                <w:rFonts w:asciiTheme="minorHAnsi" w:hAnsiTheme="minorHAnsi" w:cstheme="minorHAnsi"/>
                <w:sz w:val="18"/>
              </w:rPr>
            </w:pPr>
          </w:p>
        </w:tc>
      </w:tr>
      <w:tr w:rsidR="00EC3607" w:rsidRPr="00122D9C" w14:paraId="0C42283A" w14:textId="77777777" w:rsidTr="008E2645">
        <w:tc>
          <w:tcPr>
            <w:tcW w:w="10420" w:type="dxa"/>
          </w:tcPr>
          <w:p w14:paraId="13403F98" w14:textId="77777777" w:rsidR="00580E54" w:rsidRPr="00122D9C" w:rsidRDefault="00580E54" w:rsidP="00E14205">
            <w:pPr>
              <w:pStyle w:val="Web"/>
              <w:spacing w:before="0" w:beforeAutospacing="0"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αα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εν διανύ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ώ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και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δεν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μ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14:paraId="22D46C88" w14:textId="77777777" w:rsidR="00580E54" w:rsidRPr="00122D9C" w:rsidRDefault="00580E54" w:rsidP="00580E54">
            <w:pPr>
              <w:pStyle w:val="Web"/>
              <w:spacing w:before="0" w:beforeAutospacing="0" w:after="0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proofErr w:type="spellStart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ββ</w:t>
            </w:r>
            <w:proofErr w:type="spellEnd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Ό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λοι οι υποβαλλόμενοι τίτλοι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σπουδών και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όλα τα λοιπά</w:t>
            </w:r>
            <w:r w:rsidR="00883206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δικαιολογητικά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είναι γνήσια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.</w:t>
            </w:r>
          </w:p>
          <w:p w14:paraId="4A546DBB" w14:textId="77777777" w:rsidR="00580E54" w:rsidRPr="00122D9C" w:rsidRDefault="00580E54" w:rsidP="00E14205">
            <w:pPr>
              <w:pStyle w:val="Web"/>
              <w:spacing w:before="0" w:beforeAutospacing="0"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proofErr w:type="spellStart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γγ</w:t>
            </w:r>
            <w:proofErr w:type="spellEnd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)</w:t>
            </w:r>
            <w:r w:rsidR="00883206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 xml:space="preserve">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Δεν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έχ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μ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ου ως στέλεχος της εκπαίδευσης σύμφωνα με την περ. </w:t>
            </w:r>
            <w:proofErr w:type="spellStart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β΄</w:t>
            </w:r>
            <w:proofErr w:type="spellEnd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της παρ. 1 του άρθρου 44 του ν.4823/2021 τα τέσσερα τελευταία έτη.</w:t>
            </w:r>
          </w:p>
          <w:p w14:paraId="24026DFC" w14:textId="77777777" w:rsidR="00987AD4" w:rsidRPr="00122D9C" w:rsidRDefault="00580E54" w:rsidP="00E14205">
            <w:pPr>
              <w:pStyle w:val="Web"/>
              <w:spacing w:before="0" w:beforeAutospacing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proofErr w:type="spellStart"/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δδ</w:t>
            </w:r>
            <w:proofErr w:type="spellEnd"/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Δεν αποχωρώ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14:paraId="610DFE14" w14:textId="77777777" w:rsidR="00EC3607" w:rsidRPr="00122D9C" w:rsidRDefault="00EC3607">
      <w:pPr>
        <w:rPr>
          <w:rFonts w:asciiTheme="minorHAnsi" w:hAnsiTheme="minorHAnsi" w:cstheme="minorHAnsi"/>
        </w:rPr>
      </w:pPr>
    </w:p>
    <w:p w14:paraId="70D92A44" w14:textId="77777777" w:rsidR="00E14205" w:rsidRPr="00122D9C" w:rsidRDefault="00E14205">
      <w:pPr>
        <w:pStyle w:val="a6"/>
        <w:ind w:left="0" w:right="484"/>
        <w:jc w:val="right"/>
        <w:rPr>
          <w:rFonts w:asciiTheme="minorHAnsi" w:hAnsiTheme="minorHAnsi" w:cstheme="minorHAnsi"/>
          <w:sz w:val="16"/>
        </w:rPr>
      </w:pPr>
    </w:p>
    <w:p w14:paraId="56376D36" w14:textId="765C4526"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  <w:r w:rsidRPr="00883206">
        <w:rPr>
          <w:rFonts w:asciiTheme="minorHAnsi" w:hAnsiTheme="minorHAnsi" w:cstheme="minorHAnsi"/>
          <w:szCs w:val="20"/>
        </w:rPr>
        <w:t>Ημερομηνία:      ……</w:t>
      </w:r>
      <w:r w:rsidR="00CB4573" w:rsidRPr="00883206">
        <w:rPr>
          <w:rFonts w:asciiTheme="minorHAnsi" w:hAnsiTheme="minorHAnsi" w:cstheme="minorHAnsi"/>
          <w:szCs w:val="20"/>
        </w:rPr>
        <w:t>………</w:t>
      </w:r>
      <w:r w:rsidRPr="00883206">
        <w:rPr>
          <w:rFonts w:asciiTheme="minorHAnsi" w:hAnsiTheme="minorHAnsi" w:cstheme="minorHAnsi"/>
          <w:szCs w:val="20"/>
        </w:rPr>
        <w:t>….20</w:t>
      </w:r>
      <w:r w:rsidR="00CB4573" w:rsidRPr="00883206">
        <w:rPr>
          <w:rFonts w:asciiTheme="minorHAnsi" w:hAnsiTheme="minorHAnsi" w:cstheme="minorHAnsi"/>
          <w:szCs w:val="20"/>
        </w:rPr>
        <w:t>2</w:t>
      </w:r>
      <w:r w:rsidR="00B33115">
        <w:rPr>
          <w:rFonts w:asciiTheme="minorHAnsi" w:hAnsiTheme="minorHAnsi" w:cstheme="minorHAnsi"/>
          <w:szCs w:val="20"/>
        </w:rPr>
        <w:t>5</w:t>
      </w:r>
    </w:p>
    <w:p w14:paraId="276589DC" w14:textId="77777777"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</w:p>
    <w:p w14:paraId="7D667D35" w14:textId="6A8BCA22" w:rsidR="00EC3607" w:rsidRPr="00883206" w:rsidRDefault="00B00DD8" w:rsidP="00B00DD8">
      <w:pPr>
        <w:pStyle w:val="a6"/>
        <w:ind w:left="0" w:right="484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EC3607" w:rsidRPr="00883206">
        <w:rPr>
          <w:rFonts w:asciiTheme="minorHAnsi" w:hAnsiTheme="minorHAnsi" w:cstheme="minorHAnsi"/>
          <w:szCs w:val="20"/>
        </w:rPr>
        <w:t>Ο – Η Δηλ</w:t>
      </w:r>
      <w:r>
        <w:rPr>
          <w:rFonts w:asciiTheme="minorHAnsi" w:hAnsiTheme="minorHAnsi" w:cstheme="minorHAnsi"/>
          <w:szCs w:val="20"/>
        </w:rPr>
        <w:t>ών/ούσα</w:t>
      </w:r>
    </w:p>
    <w:p w14:paraId="5FDE549C" w14:textId="77777777"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14:paraId="6F60D656" w14:textId="77777777"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14:paraId="710B9022" w14:textId="77777777"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14:paraId="63A561F5" w14:textId="062B44A4" w:rsidR="00EC3607" w:rsidRPr="00883206" w:rsidRDefault="00B00DD8" w:rsidP="00B00DD8">
      <w:pPr>
        <w:pStyle w:val="a6"/>
        <w:ind w:left="0" w:right="484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EC3607" w:rsidRPr="00883206">
        <w:rPr>
          <w:rFonts w:asciiTheme="minorHAnsi" w:hAnsiTheme="minorHAnsi" w:cstheme="minorHAnsi"/>
          <w:szCs w:val="20"/>
        </w:rPr>
        <w:t>(Υπογραφή)</w:t>
      </w:r>
    </w:p>
    <w:p w14:paraId="5AABECB6" w14:textId="77777777" w:rsidR="00EC3607" w:rsidRPr="00122D9C" w:rsidRDefault="00EC3607">
      <w:pPr>
        <w:jc w:val="both"/>
        <w:rPr>
          <w:rFonts w:asciiTheme="minorHAnsi" w:hAnsiTheme="minorHAnsi" w:cstheme="minorHAnsi"/>
          <w:sz w:val="18"/>
        </w:rPr>
      </w:pPr>
    </w:p>
    <w:p w14:paraId="10A4F3DD" w14:textId="77777777" w:rsidR="00E14205" w:rsidRPr="00122D9C" w:rsidRDefault="00E14205">
      <w:pPr>
        <w:pStyle w:val="a6"/>
        <w:jc w:val="both"/>
        <w:rPr>
          <w:rFonts w:asciiTheme="minorHAnsi" w:hAnsiTheme="minorHAnsi" w:cstheme="minorHAnsi"/>
          <w:sz w:val="18"/>
        </w:rPr>
      </w:pPr>
    </w:p>
    <w:p w14:paraId="232C0E6C" w14:textId="77777777"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C32145B" w14:textId="77777777"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 xml:space="preserve">(2) Αναγράφεται ολογράφως. </w:t>
      </w:r>
    </w:p>
    <w:p w14:paraId="5843E011" w14:textId="77777777"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RPr="00122D9C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3BA70" w14:textId="77777777" w:rsidR="00E649FE" w:rsidRDefault="00E649FE">
      <w:r>
        <w:separator/>
      </w:r>
    </w:p>
  </w:endnote>
  <w:endnote w:type="continuationSeparator" w:id="0">
    <w:p w14:paraId="0BA7408D" w14:textId="77777777" w:rsidR="00E649FE" w:rsidRDefault="00E6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E6E56" w14:textId="77777777" w:rsidR="00E649FE" w:rsidRDefault="00E649FE">
      <w:r>
        <w:separator/>
      </w:r>
    </w:p>
  </w:footnote>
  <w:footnote w:type="continuationSeparator" w:id="0">
    <w:p w14:paraId="04E00263" w14:textId="77777777" w:rsidR="00E649FE" w:rsidRDefault="00E64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E395" w14:textId="77777777"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970237723">
    <w:abstractNumId w:val="2"/>
  </w:num>
  <w:num w:numId="2" w16cid:durableId="1579291362">
    <w:abstractNumId w:val="4"/>
  </w:num>
  <w:num w:numId="3" w16cid:durableId="940796646">
    <w:abstractNumId w:val="0"/>
  </w:num>
  <w:num w:numId="4" w16cid:durableId="3746764">
    <w:abstractNumId w:val="3"/>
  </w:num>
  <w:num w:numId="5" w16cid:durableId="547376965">
    <w:abstractNumId w:val="1"/>
  </w:num>
  <w:num w:numId="6" w16cid:durableId="1448768032">
    <w:abstractNumId w:val="9"/>
  </w:num>
  <w:num w:numId="7" w16cid:durableId="690912299">
    <w:abstractNumId w:val="8"/>
  </w:num>
  <w:num w:numId="8" w16cid:durableId="241334476">
    <w:abstractNumId w:val="6"/>
  </w:num>
  <w:num w:numId="9" w16cid:durableId="205485411">
    <w:abstractNumId w:val="5"/>
  </w:num>
  <w:num w:numId="10" w16cid:durableId="20476364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defaultTabStop w:val="720"/>
  <w:noPunctuationKerning/>
  <w:characterSpacingControl w:val="doNotCompress"/>
  <w:hdrShapeDefaults>
    <o:shapedefaults v:ext="edit" spidmax="13313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CBB"/>
    <w:rsid w:val="000521AC"/>
    <w:rsid w:val="0006062F"/>
    <w:rsid w:val="000B3543"/>
    <w:rsid w:val="00122D9C"/>
    <w:rsid w:val="00147037"/>
    <w:rsid w:val="00176A32"/>
    <w:rsid w:val="001937A3"/>
    <w:rsid w:val="001B6098"/>
    <w:rsid w:val="001C2881"/>
    <w:rsid w:val="00215CBB"/>
    <w:rsid w:val="00216548"/>
    <w:rsid w:val="002472B1"/>
    <w:rsid w:val="002E0510"/>
    <w:rsid w:val="002E0A42"/>
    <w:rsid w:val="003853C5"/>
    <w:rsid w:val="003F6743"/>
    <w:rsid w:val="00492468"/>
    <w:rsid w:val="00561163"/>
    <w:rsid w:val="00580E54"/>
    <w:rsid w:val="005D50F4"/>
    <w:rsid w:val="00614C95"/>
    <w:rsid w:val="00637C6F"/>
    <w:rsid w:val="006C12A2"/>
    <w:rsid w:val="00741A1D"/>
    <w:rsid w:val="007B0817"/>
    <w:rsid w:val="007F4EF3"/>
    <w:rsid w:val="008025FB"/>
    <w:rsid w:val="00883206"/>
    <w:rsid w:val="008D1D85"/>
    <w:rsid w:val="008E2645"/>
    <w:rsid w:val="0096357C"/>
    <w:rsid w:val="00987AD4"/>
    <w:rsid w:val="009D313C"/>
    <w:rsid w:val="00B00DD8"/>
    <w:rsid w:val="00B222B9"/>
    <w:rsid w:val="00B33115"/>
    <w:rsid w:val="00B43629"/>
    <w:rsid w:val="00BB3BDA"/>
    <w:rsid w:val="00C41476"/>
    <w:rsid w:val="00C653CE"/>
    <w:rsid w:val="00CB4573"/>
    <w:rsid w:val="00CE244E"/>
    <w:rsid w:val="00D045CE"/>
    <w:rsid w:val="00DD5720"/>
    <w:rsid w:val="00DF5268"/>
    <w:rsid w:val="00E14205"/>
    <w:rsid w:val="00E649FE"/>
    <w:rsid w:val="00EB6BD1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ddd,#eaeaea"/>
    </o:shapedefaults>
    <o:shapelayout v:ext="edit">
      <o:idmap v:ext="edit" data="1"/>
    </o:shapelayout>
  </w:shapeDefaults>
  <w:decimalSymbol w:val=","/>
  <w:listSeparator w:val=";"/>
  <w14:docId w14:val="4A8594DE"/>
  <w15:docId w15:val="{20422978-CF50-43D3-AF9E-D2C10989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12</TotalTime>
  <Pages>1</Pages>
  <Words>391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ΝΙΚΟΛΑΟΣ ΠΑΠΑΔΟΠΟΥΛΟΣ</cp:lastModifiedBy>
  <cp:revision>8</cp:revision>
  <cp:lastPrinted>2017-05-31T12:59:00Z</cp:lastPrinted>
  <dcterms:created xsi:type="dcterms:W3CDTF">2023-06-30T06:01:00Z</dcterms:created>
  <dcterms:modified xsi:type="dcterms:W3CDTF">2025-07-08T05:26:00Z</dcterms:modified>
</cp:coreProperties>
</file>